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556" w:rsidRDefault="007A2556" w:rsidP="0099367F">
      <w:pPr>
        <w:autoSpaceDE w:val="0"/>
        <w:autoSpaceDN w:val="0"/>
        <w:adjustRightInd w:val="0"/>
        <w:jc w:val="center"/>
      </w:pPr>
      <w:r w:rsidRPr="00CA1A00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51.75pt;visibility:visible">
            <v:imagedata r:id="rId4" o:title=""/>
          </v:shape>
        </w:pict>
      </w:r>
    </w:p>
    <w:p w:rsidR="007A2556" w:rsidRDefault="007A2556" w:rsidP="0099367F">
      <w:pPr>
        <w:pStyle w:val="Caption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7A2556" w:rsidRDefault="007A2556" w:rsidP="0099367F">
      <w:pPr>
        <w:pStyle w:val="Heading1"/>
        <w:widowControl w:val="0"/>
        <w:spacing w:before="20" w:after="20" w:line="240" w:lineRule="auto"/>
        <w:ind w:left="0" w:firstLine="0"/>
        <w:rPr>
          <w:b w:val="0"/>
          <w:bCs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7A2556" w:rsidRDefault="007A2556" w:rsidP="0099367F">
      <w:pPr>
        <w:jc w:val="center"/>
        <w:rPr>
          <w:b/>
          <w:bCs/>
          <w:sz w:val="30"/>
          <w:szCs w:val="30"/>
          <w:lang w:val="uk-UA"/>
        </w:rPr>
      </w:pPr>
      <w:r>
        <w:rPr>
          <w:b/>
          <w:bCs/>
          <w:sz w:val="30"/>
          <w:szCs w:val="30"/>
          <w:lang w:val="uk-UA"/>
        </w:rPr>
        <w:t xml:space="preserve">77 сесія  </w:t>
      </w:r>
      <w:r>
        <w:rPr>
          <w:b/>
          <w:bCs/>
          <w:sz w:val="30"/>
          <w:szCs w:val="30"/>
          <w:lang w:val="en-US"/>
        </w:rPr>
        <w:t>V</w:t>
      </w:r>
      <w:r>
        <w:rPr>
          <w:b/>
          <w:bCs/>
          <w:sz w:val="30"/>
          <w:szCs w:val="30"/>
          <w:lang w:val="uk-UA"/>
        </w:rPr>
        <w:t>ІІ скликання</w:t>
      </w:r>
    </w:p>
    <w:p w:rsidR="007A2556" w:rsidRDefault="007A2556" w:rsidP="0099367F">
      <w:pPr>
        <w:pStyle w:val="Heading4"/>
        <w:widowControl w:val="0"/>
        <w:spacing w:before="20" w:after="20"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 І Ш Е Н Н Я</w:t>
      </w:r>
    </w:p>
    <w:p w:rsidR="007A2556" w:rsidRDefault="007A2556" w:rsidP="0099367F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27.02.2020 № </w:t>
      </w:r>
      <w:r w:rsidRPr="006B2668">
        <w:rPr>
          <w:sz w:val="28"/>
          <w:szCs w:val="28"/>
          <w:lang w:val="uk-UA"/>
        </w:rPr>
        <w:t>2067</w:t>
      </w:r>
      <w:r>
        <w:rPr>
          <w:sz w:val="28"/>
          <w:szCs w:val="28"/>
          <w:lang w:val="uk-UA"/>
        </w:rPr>
        <w:t xml:space="preserve">                                                                                    м.Чернівці</w:t>
      </w:r>
    </w:p>
    <w:p w:rsidR="007A2556" w:rsidRDefault="007A2556" w:rsidP="0099367F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7A2556" w:rsidRDefault="007A2556" w:rsidP="0099367F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7A2556" w:rsidRDefault="007A2556" w:rsidP="00AD3759">
      <w:pPr>
        <w:jc w:val="center"/>
        <w:rPr>
          <w:b/>
          <w:bCs/>
          <w:sz w:val="28"/>
          <w:szCs w:val="28"/>
          <w:lang w:val="uk-UA"/>
        </w:rPr>
      </w:pPr>
      <w:bookmarkStart w:id="0" w:name="OLE_LINK1"/>
      <w:bookmarkStart w:id="1" w:name="OLE_LINK2"/>
      <w:r>
        <w:rPr>
          <w:b/>
          <w:bCs/>
          <w:sz w:val="28"/>
          <w:szCs w:val="28"/>
          <w:lang w:val="uk-UA"/>
        </w:rPr>
        <w:t xml:space="preserve">Про надання згоди  на  прийняття  у комунальну </w:t>
      </w:r>
    </w:p>
    <w:p w:rsidR="007A2556" w:rsidRPr="00A90013" w:rsidRDefault="007A2556" w:rsidP="00AD3759">
      <w:pPr>
        <w:pStyle w:val="BodyTextIndent2"/>
        <w:spacing w:after="0" w:line="240" w:lineRule="auto"/>
        <w:ind w:left="0"/>
        <w:jc w:val="center"/>
        <w:rPr>
          <w:b/>
          <w:bCs/>
          <w:sz w:val="28"/>
          <w:szCs w:val="28"/>
          <w:lang w:val="uk-UA"/>
        </w:rPr>
      </w:pPr>
      <w:r w:rsidRPr="00AD3759">
        <w:rPr>
          <w:b/>
          <w:bCs/>
          <w:sz w:val="28"/>
          <w:szCs w:val="28"/>
          <w:lang w:val="uk-UA"/>
        </w:rPr>
        <w:t>власність територіальної громади м. Чернівців об’єкт</w:t>
      </w:r>
      <w:r>
        <w:rPr>
          <w:b/>
          <w:bCs/>
          <w:sz w:val="28"/>
          <w:szCs w:val="28"/>
          <w:lang w:val="uk-UA"/>
        </w:rPr>
        <w:t xml:space="preserve">ів                       </w:t>
      </w:r>
      <w:r w:rsidRPr="00AD3759">
        <w:rPr>
          <w:b/>
          <w:bCs/>
          <w:sz w:val="28"/>
          <w:szCs w:val="28"/>
          <w:lang w:val="uk-UA"/>
        </w:rPr>
        <w:t xml:space="preserve"> інженерної інфраструктури від </w:t>
      </w:r>
      <w:r w:rsidRPr="00A90013">
        <w:rPr>
          <w:b/>
          <w:bCs/>
          <w:sz w:val="28"/>
          <w:szCs w:val="28"/>
          <w:lang w:val="uk-UA"/>
        </w:rPr>
        <w:t xml:space="preserve">товариства з обмеженою </w:t>
      </w:r>
      <w:r>
        <w:rPr>
          <w:b/>
          <w:bCs/>
          <w:sz w:val="28"/>
          <w:szCs w:val="28"/>
          <w:lang w:val="uk-UA"/>
        </w:rPr>
        <w:t xml:space="preserve">                 </w:t>
      </w:r>
      <w:r w:rsidRPr="00A90013">
        <w:rPr>
          <w:b/>
          <w:bCs/>
          <w:sz w:val="28"/>
          <w:szCs w:val="28"/>
          <w:lang w:val="uk-UA"/>
        </w:rPr>
        <w:t xml:space="preserve">відповідальністю </w:t>
      </w:r>
      <w:r w:rsidRPr="00586F87">
        <w:rPr>
          <w:b/>
          <w:bCs/>
          <w:sz w:val="28"/>
          <w:szCs w:val="28"/>
          <w:lang w:val="uk-UA"/>
        </w:rPr>
        <w:t>«Сузір’я ЛТД»</w:t>
      </w:r>
    </w:p>
    <w:bookmarkEnd w:id="0"/>
    <w:bookmarkEnd w:id="1"/>
    <w:p w:rsidR="007A2556" w:rsidRDefault="007A2556" w:rsidP="00AD3759">
      <w:pPr>
        <w:jc w:val="center"/>
        <w:rPr>
          <w:b/>
          <w:bCs/>
          <w:sz w:val="28"/>
          <w:szCs w:val="28"/>
          <w:lang w:val="uk-UA"/>
        </w:rPr>
      </w:pPr>
    </w:p>
    <w:p w:rsidR="007A2556" w:rsidRPr="00A627A9" w:rsidRDefault="007A2556" w:rsidP="00C93DD1">
      <w:pPr>
        <w:ind w:firstLine="708"/>
        <w:jc w:val="both"/>
        <w:rPr>
          <w:sz w:val="28"/>
          <w:szCs w:val="28"/>
          <w:lang w:val="uk-UA"/>
        </w:rPr>
      </w:pPr>
      <w:r w:rsidRPr="00A627A9">
        <w:rPr>
          <w:sz w:val="28"/>
          <w:szCs w:val="28"/>
          <w:lang w:val="uk-UA"/>
        </w:rPr>
        <w:t xml:space="preserve">Відповідно до статей </w:t>
      </w:r>
      <w:r>
        <w:rPr>
          <w:sz w:val="28"/>
          <w:szCs w:val="28"/>
          <w:lang w:val="uk-UA"/>
        </w:rPr>
        <w:t xml:space="preserve">26, </w:t>
      </w:r>
      <w:r w:rsidRPr="00F4240E">
        <w:rPr>
          <w:sz w:val="28"/>
          <w:szCs w:val="28"/>
          <w:lang w:val="uk-UA"/>
        </w:rPr>
        <w:t xml:space="preserve">60, </w:t>
      </w:r>
      <w:r w:rsidRPr="00A627A9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A627A9">
        <w:rPr>
          <w:sz w:val="28"/>
          <w:szCs w:val="28"/>
          <w:lang w:val="uk-UA"/>
        </w:rPr>
        <w:tab/>
        <w:t xml:space="preserve">пункту 3 статті 4-1 Закону України «Про передачу об’єктів права державної та комунальної власності», </w:t>
      </w:r>
      <w:r w:rsidRPr="00A90013">
        <w:rPr>
          <w:sz w:val="28"/>
          <w:szCs w:val="28"/>
          <w:lang w:val="uk-UA"/>
        </w:rPr>
        <w:t xml:space="preserve">розглянувши звернення товариства з обмеженою відповідальністю </w:t>
      </w:r>
      <w:r w:rsidRPr="00586F87">
        <w:rPr>
          <w:sz w:val="28"/>
          <w:szCs w:val="28"/>
          <w:lang w:val="uk-UA"/>
        </w:rPr>
        <w:t>«Сузір’я ЛТД»,</w:t>
      </w:r>
      <w:r>
        <w:rPr>
          <w:sz w:val="28"/>
          <w:szCs w:val="28"/>
          <w:lang w:val="uk-UA"/>
        </w:rPr>
        <w:t xml:space="preserve"> беручи до уваги погодження комунального підприємства «Чернівціводоканал» від 02.12.2019 р., лист Чернівецького міського комунального підрядного шляхово-експлуатаційного підприємства </w:t>
      </w:r>
      <w:r w:rsidRPr="00A627A9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03.12.2019 р. № 742, довідки </w:t>
      </w:r>
      <w:r w:rsidRPr="00A90013">
        <w:rPr>
          <w:sz w:val="28"/>
          <w:szCs w:val="28"/>
          <w:lang w:val="uk-UA"/>
        </w:rPr>
        <w:t xml:space="preserve">товариства з обмеженою відповідальністю </w:t>
      </w:r>
      <w:r w:rsidRPr="00586F87">
        <w:rPr>
          <w:sz w:val="28"/>
          <w:szCs w:val="28"/>
          <w:lang w:val="uk-UA"/>
        </w:rPr>
        <w:t>«Сузір’я ЛТД»</w:t>
      </w:r>
      <w:r>
        <w:rPr>
          <w:sz w:val="28"/>
          <w:szCs w:val="28"/>
          <w:lang w:val="uk-UA"/>
        </w:rPr>
        <w:t xml:space="preserve"> від 02.12.2019 р. № 264, від 02.12.2019 р.                 № 265</w:t>
      </w:r>
      <w:r w:rsidRPr="00A627A9">
        <w:rPr>
          <w:sz w:val="28"/>
          <w:szCs w:val="28"/>
          <w:lang w:val="uk-UA"/>
        </w:rPr>
        <w:t>, Чернівецька міська рада</w:t>
      </w:r>
    </w:p>
    <w:p w:rsidR="007A2556" w:rsidRDefault="007A2556" w:rsidP="00AD3759">
      <w:pPr>
        <w:jc w:val="both"/>
        <w:rPr>
          <w:sz w:val="16"/>
          <w:szCs w:val="16"/>
          <w:lang w:val="uk-UA"/>
        </w:rPr>
      </w:pPr>
    </w:p>
    <w:p w:rsidR="007A2556" w:rsidRPr="005865AF" w:rsidRDefault="007A2556" w:rsidP="00AD3759">
      <w:pPr>
        <w:jc w:val="both"/>
        <w:rPr>
          <w:sz w:val="16"/>
          <w:szCs w:val="16"/>
          <w:lang w:val="uk-UA"/>
        </w:rPr>
      </w:pPr>
    </w:p>
    <w:p w:rsidR="007A2556" w:rsidRDefault="007A2556" w:rsidP="00AD375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 :</w:t>
      </w:r>
    </w:p>
    <w:p w:rsidR="007A2556" w:rsidRPr="005865AF" w:rsidRDefault="007A2556" w:rsidP="00AD3759">
      <w:pPr>
        <w:jc w:val="center"/>
        <w:rPr>
          <w:b/>
          <w:bCs/>
          <w:sz w:val="16"/>
          <w:szCs w:val="16"/>
          <w:lang w:val="uk-UA"/>
        </w:rPr>
      </w:pPr>
    </w:p>
    <w:p w:rsidR="007A2556" w:rsidRDefault="007A2556" w:rsidP="002D38B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  </w:t>
      </w:r>
      <w:r>
        <w:rPr>
          <w:sz w:val="28"/>
          <w:szCs w:val="28"/>
          <w:lang w:val="uk-UA"/>
        </w:rPr>
        <w:t xml:space="preserve">Надати згоду на прийняття у комунальну власність територіальної громади м. Чернівців від </w:t>
      </w:r>
      <w:r w:rsidRPr="002D38B5">
        <w:rPr>
          <w:sz w:val="28"/>
          <w:szCs w:val="28"/>
          <w:lang w:val="uk-UA"/>
        </w:rPr>
        <w:t>товариства з обмеженою відповідальністю «Сузір’я ЛТД» інженерних мереж, які прокладені під час будівництва багатоквартирних житлових будинків з вбудовано-прибудованими приміщеннями громадського призначення та підземним паркінгом на</w:t>
      </w:r>
      <w:r>
        <w:rPr>
          <w:sz w:val="28"/>
          <w:szCs w:val="28"/>
          <w:lang w:val="uk-UA"/>
        </w:rPr>
        <w:t xml:space="preserve"> </w:t>
      </w:r>
      <w:r w:rsidRPr="002D38B5">
        <w:rPr>
          <w:sz w:val="28"/>
          <w:szCs w:val="28"/>
          <w:lang w:val="uk-UA"/>
        </w:rPr>
        <w:t xml:space="preserve">вул. </w:t>
      </w:r>
      <w:r w:rsidRPr="00332DBE">
        <w:rPr>
          <w:sz w:val="28"/>
          <w:szCs w:val="28"/>
          <w:lang w:val="uk-UA"/>
        </w:rPr>
        <w:t>Героїв Майдану, 18</w:t>
      </w:r>
      <w:r>
        <w:rPr>
          <w:sz w:val="28"/>
          <w:szCs w:val="28"/>
          <w:lang w:val="uk-UA"/>
        </w:rPr>
        <w:t>6</w:t>
      </w:r>
      <w:r w:rsidRPr="00332DBE">
        <w:rPr>
          <w:sz w:val="28"/>
          <w:szCs w:val="28"/>
          <w:lang w:val="uk-UA"/>
        </w:rPr>
        <w:t>-В</w:t>
      </w:r>
      <w:r>
        <w:rPr>
          <w:sz w:val="28"/>
          <w:szCs w:val="28"/>
          <w:lang w:val="uk-UA"/>
        </w:rPr>
        <w:t>. Загальна  вартість зливової каналізаційної мережі 3273601,81 грн., зовнішньої каналізаційної мережі – 1400722,83 грн., а саме :</w:t>
      </w:r>
    </w:p>
    <w:p w:rsidR="007A2556" w:rsidRDefault="007A2556" w:rsidP="007A488C">
      <w:pPr>
        <w:ind w:firstLine="708"/>
        <w:rPr>
          <w:sz w:val="28"/>
          <w:szCs w:val="28"/>
          <w:lang w:val="uk-UA"/>
        </w:rPr>
      </w:pPr>
      <w:r w:rsidRPr="00E54024">
        <w:rPr>
          <w:b/>
          <w:bCs/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 xml:space="preserve">    Зливової каналізаційної мережі з труб КОРСІС </w:t>
      </w:r>
      <w:r w:rsidRPr="003C75B2">
        <w:rPr>
          <w:sz w:val="28"/>
          <w:szCs w:val="28"/>
          <w:lang w:val="uk-UA"/>
        </w:rPr>
        <w:t xml:space="preserve">діаметром </w:t>
      </w:r>
      <w:r>
        <w:rPr>
          <w:sz w:val="28"/>
          <w:szCs w:val="28"/>
          <w:lang w:val="uk-UA"/>
        </w:rPr>
        <w:t xml:space="preserve">500 мм </w:t>
      </w:r>
      <w:r>
        <w:rPr>
          <w:lang w:val="uk-UA"/>
        </w:rPr>
        <w:t>–</w:t>
      </w:r>
      <w:r>
        <w:rPr>
          <w:sz w:val="28"/>
          <w:szCs w:val="28"/>
          <w:lang w:val="uk-UA"/>
        </w:rPr>
        <w:t xml:space="preserve"> 360,0 м.п.</w:t>
      </w:r>
    </w:p>
    <w:p w:rsidR="007A2556" w:rsidRDefault="007A2556" w:rsidP="007A488C">
      <w:pPr>
        <w:ind w:firstLine="708"/>
        <w:rPr>
          <w:sz w:val="28"/>
          <w:szCs w:val="28"/>
          <w:lang w:val="uk-UA"/>
        </w:rPr>
      </w:pPr>
      <w:r w:rsidRPr="00E54024">
        <w:rPr>
          <w:b/>
          <w:bCs/>
          <w:sz w:val="28"/>
          <w:szCs w:val="28"/>
          <w:lang w:val="uk-UA"/>
        </w:rPr>
        <w:t>1.2</w:t>
      </w:r>
      <w:r>
        <w:rPr>
          <w:sz w:val="28"/>
          <w:szCs w:val="28"/>
          <w:lang w:val="uk-UA"/>
        </w:rPr>
        <w:t xml:space="preserve">    Зливової каналізаційної мережі з труб НПВХ </w:t>
      </w:r>
      <w:r w:rsidRPr="003C75B2">
        <w:rPr>
          <w:sz w:val="28"/>
          <w:szCs w:val="28"/>
          <w:lang w:val="uk-UA"/>
        </w:rPr>
        <w:t>діаметром</w:t>
      </w:r>
      <w:r>
        <w:rPr>
          <w:rFonts w:ascii="Arial" w:hAnsi="Arial" w:cs="Arial"/>
          <w:lang w:val="uk-UA"/>
        </w:rPr>
        <w:t xml:space="preserve"> </w:t>
      </w:r>
      <w:r>
        <w:rPr>
          <w:sz w:val="28"/>
          <w:szCs w:val="28"/>
          <w:lang w:val="uk-UA"/>
        </w:rPr>
        <w:t>315х7,7</w:t>
      </w:r>
      <w:r w:rsidRPr="00CA7F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мм </w:t>
      </w:r>
      <w:r w:rsidRPr="00CA7FBE">
        <w:rPr>
          <w:sz w:val="28"/>
          <w:szCs w:val="28"/>
          <w:lang w:val="uk-UA"/>
        </w:rPr>
        <w:t>–</w:t>
      </w:r>
      <w:r w:rsidRPr="00CA7FBE">
        <w:rPr>
          <w:rFonts w:ascii="Arial" w:hAnsi="Arial" w:cs="Arial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37</w:t>
      </w:r>
      <w:r w:rsidRPr="00CA7FBE">
        <w:rPr>
          <w:sz w:val="28"/>
          <w:szCs w:val="28"/>
          <w:lang w:val="uk-UA"/>
        </w:rPr>
        <w:t>,0 м</w:t>
      </w:r>
      <w:r>
        <w:rPr>
          <w:sz w:val="28"/>
          <w:szCs w:val="28"/>
          <w:lang w:val="uk-UA"/>
        </w:rPr>
        <w:t>.</w:t>
      </w:r>
      <w:r w:rsidRPr="00CA7FBE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.</w:t>
      </w:r>
    </w:p>
    <w:p w:rsidR="007A2556" w:rsidRDefault="007A2556" w:rsidP="00E54024">
      <w:pPr>
        <w:ind w:firstLine="708"/>
        <w:rPr>
          <w:sz w:val="28"/>
          <w:szCs w:val="28"/>
          <w:lang w:val="uk-UA"/>
        </w:rPr>
      </w:pPr>
      <w:r w:rsidRPr="00E54024">
        <w:rPr>
          <w:b/>
          <w:bCs/>
          <w:sz w:val="28"/>
          <w:szCs w:val="28"/>
          <w:lang w:val="uk-UA"/>
        </w:rPr>
        <w:t>1.3</w:t>
      </w:r>
      <w:r>
        <w:rPr>
          <w:sz w:val="28"/>
          <w:szCs w:val="28"/>
          <w:lang w:val="uk-UA"/>
        </w:rPr>
        <w:t xml:space="preserve">    Каналізаційні залізобетонні колодязі – 12 шт.</w:t>
      </w:r>
    </w:p>
    <w:p w:rsidR="007A2556" w:rsidRDefault="007A2556" w:rsidP="002A6545">
      <w:pPr>
        <w:ind w:firstLine="708"/>
        <w:jc w:val="both"/>
        <w:rPr>
          <w:sz w:val="28"/>
          <w:szCs w:val="28"/>
          <w:lang w:val="uk-UA"/>
        </w:rPr>
      </w:pPr>
      <w:r w:rsidRPr="00E54024">
        <w:rPr>
          <w:b/>
          <w:bCs/>
          <w:sz w:val="28"/>
          <w:szCs w:val="28"/>
          <w:lang w:val="uk-UA"/>
        </w:rPr>
        <w:t>1.4</w:t>
      </w:r>
      <w:r>
        <w:rPr>
          <w:sz w:val="28"/>
          <w:szCs w:val="28"/>
          <w:lang w:val="uk-UA"/>
        </w:rPr>
        <w:t xml:space="preserve"> Зовнішньої каналізаційної мережі з труб НПВХ </w:t>
      </w:r>
      <w:r w:rsidRPr="009C585B">
        <w:rPr>
          <w:rFonts w:ascii="Arial" w:hAnsi="Arial" w:cs="Arial"/>
          <w:lang w:val="uk-UA"/>
        </w:rPr>
        <w:t xml:space="preserve"> </w:t>
      </w:r>
      <w:r>
        <w:rPr>
          <w:sz w:val="28"/>
          <w:szCs w:val="28"/>
          <w:lang w:val="uk-UA"/>
        </w:rPr>
        <w:t>діаметром                250 мм – 273,7 м.п.</w:t>
      </w:r>
    </w:p>
    <w:p w:rsidR="007A2556" w:rsidRDefault="007A2556" w:rsidP="00BB5D97">
      <w:pPr>
        <w:ind w:firstLine="708"/>
        <w:jc w:val="both"/>
        <w:rPr>
          <w:sz w:val="28"/>
          <w:szCs w:val="28"/>
          <w:lang w:val="uk-UA"/>
        </w:rPr>
      </w:pPr>
      <w:r w:rsidRPr="00BB5D97">
        <w:rPr>
          <w:b/>
          <w:bCs/>
          <w:sz w:val="28"/>
          <w:szCs w:val="28"/>
          <w:lang w:val="uk-UA"/>
        </w:rPr>
        <w:t>1.5</w:t>
      </w:r>
      <w:r>
        <w:rPr>
          <w:sz w:val="28"/>
          <w:szCs w:val="28"/>
          <w:lang w:val="uk-UA"/>
        </w:rPr>
        <w:t xml:space="preserve"> Зовнішньої каналізаційної мережі з труб НПВХ </w:t>
      </w:r>
      <w:r w:rsidRPr="009C585B">
        <w:rPr>
          <w:rFonts w:ascii="Arial" w:hAnsi="Arial" w:cs="Arial"/>
          <w:lang w:val="uk-UA"/>
        </w:rPr>
        <w:t xml:space="preserve"> </w:t>
      </w:r>
      <w:r>
        <w:rPr>
          <w:sz w:val="28"/>
          <w:szCs w:val="28"/>
          <w:lang w:val="uk-UA"/>
        </w:rPr>
        <w:t>діаметром                    160 мм – 37,0 м.п.</w:t>
      </w:r>
    </w:p>
    <w:p w:rsidR="007A2556" w:rsidRDefault="007A2556" w:rsidP="00BB5D97">
      <w:pPr>
        <w:ind w:firstLine="708"/>
        <w:jc w:val="both"/>
        <w:rPr>
          <w:sz w:val="28"/>
          <w:szCs w:val="28"/>
          <w:lang w:val="uk-UA"/>
        </w:rPr>
      </w:pPr>
      <w:r w:rsidRPr="00BB5D97">
        <w:rPr>
          <w:b/>
          <w:bCs/>
          <w:sz w:val="28"/>
          <w:szCs w:val="28"/>
          <w:lang w:val="uk-UA"/>
        </w:rPr>
        <w:t xml:space="preserve">1.6 </w:t>
      </w:r>
      <w:r>
        <w:rPr>
          <w:b/>
          <w:bCs/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Каналізаційні залізобетонні колодязі – 8 шт.</w:t>
      </w:r>
    </w:p>
    <w:p w:rsidR="007A2556" w:rsidRPr="00BB5D97" w:rsidRDefault="007A2556" w:rsidP="00BB5D97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7A2556" w:rsidRPr="003C75B2" w:rsidRDefault="007A2556" w:rsidP="00332DBE">
      <w:pPr>
        <w:ind w:firstLine="708"/>
        <w:jc w:val="center"/>
        <w:rPr>
          <w:b/>
          <w:bCs/>
          <w:sz w:val="28"/>
          <w:szCs w:val="28"/>
          <w:lang w:val="uk-UA"/>
        </w:rPr>
      </w:pPr>
      <w:r w:rsidRPr="003C75B2">
        <w:rPr>
          <w:b/>
          <w:bCs/>
          <w:sz w:val="28"/>
          <w:szCs w:val="28"/>
          <w:lang w:val="uk-UA"/>
        </w:rPr>
        <w:t>2</w:t>
      </w:r>
    </w:p>
    <w:p w:rsidR="007A2556" w:rsidRPr="00A627A9" w:rsidRDefault="007A2556" w:rsidP="00F44C8F">
      <w:pPr>
        <w:ind w:firstLine="708"/>
        <w:jc w:val="center"/>
        <w:rPr>
          <w:sz w:val="28"/>
          <w:szCs w:val="28"/>
          <w:lang w:val="uk-UA"/>
        </w:rPr>
      </w:pPr>
    </w:p>
    <w:p w:rsidR="007A2556" w:rsidRDefault="007A2556" w:rsidP="005865AF">
      <w:pPr>
        <w:jc w:val="both"/>
        <w:rPr>
          <w:sz w:val="28"/>
          <w:szCs w:val="28"/>
          <w:lang w:val="uk-UA"/>
        </w:rPr>
      </w:pPr>
      <w:r w:rsidRPr="006C7697">
        <w:rPr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   </w:t>
      </w:r>
      <w:r w:rsidRPr="006F7E0F">
        <w:rPr>
          <w:sz w:val="28"/>
          <w:szCs w:val="28"/>
          <w:lang w:val="uk-UA"/>
        </w:rPr>
        <w:t>Закріпити</w:t>
      </w:r>
      <w:r>
        <w:rPr>
          <w:sz w:val="28"/>
          <w:szCs w:val="28"/>
          <w:lang w:val="uk-UA"/>
        </w:rPr>
        <w:t xml:space="preserve"> мережі зливової каналізаційної мережі, зазначені в пунктах 1.1, 1.2, 1.3 цього  рішення, на праві господарського відання за Чернівецьким міським комунальним підрядним шляхово-експлуатаційним підприємством.</w:t>
      </w:r>
    </w:p>
    <w:p w:rsidR="007A2556" w:rsidRDefault="007A2556" w:rsidP="005865AF">
      <w:pPr>
        <w:jc w:val="both"/>
        <w:rPr>
          <w:sz w:val="28"/>
          <w:szCs w:val="28"/>
          <w:lang w:val="uk-UA"/>
        </w:rPr>
      </w:pPr>
    </w:p>
    <w:p w:rsidR="007A2556" w:rsidRDefault="007A2556" w:rsidP="00250F8D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C85053">
        <w:rPr>
          <w:b/>
          <w:bCs/>
          <w:sz w:val="28"/>
          <w:szCs w:val="28"/>
          <w:lang w:val="uk-UA"/>
        </w:rPr>
        <w:t>.</w:t>
      </w:r>
      <w:r w:rsidRPr="00187E42">
        <w:rPr>
          <w:sz w:val="28"/>
          <w:szCs w:val="28"/>
          <w:lang w:val="uk-UA"/>
        </w:rPr>
        <w:t xml:space="preserve"> Департаменту житлово-комунального господарства міської ради               приймання – передавання об’єкт</w:t>
      </w:r>
      <w:r>
        <w:rPr>
          <w:sz w:val="28"/>
          <w:szCs w:val="28"/>
          <w:lang w:val="uk-UA"/>
        </w:rPr>
        <w:t>ів</w:t>
      </w:r>
      <w:r w:rsidRPr="00187E42">
        <w:rPr>
          <w:sz w:val="28"/>
          <w:szCs w:val="28"/>
          <w:lang w:val="uk-UA"/>
        </w:rPr>
        <w:t xml:space="preserve"> інженерної інфраструктури, вказан</w:t>
      </w:r>
      <w:r>
        <w:rPr>
          <w:sz w:val="28"/>
          <w:szCs w:val="28"/>
          <w:lang w:val="uk-UA"/>
        </w:rPr>
        <w:t>их</w:t>
      </w:r>
      <w:r w:rsidRPr="00187E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пунктах 1.1, 1.2, 1.3 цього  рішення</w:t>
      </w:r>
      <w:r w:rsidRPr="00187E42">
        <w:rPr>
          <w:sz w:val="28"/>
          <w:szCs w:val="28"/>
          <w:lang w:val="uk-UA"/>
        </w:rPr>
        <w:t>, здійснити відповідно до вимог чинного законодавства.</w:t>
      </w:r>
    </w:p>
    <w:p w:rsidR="007A2556" w:rsidRDefault="007A2556" w:rsidP="00250F8D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7A2556" w:rsidRPr="00250F8D" w:rsidRDefault="007A2556" w:rsidP="00250F8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250F8D">
        <w:rPr>
          <w:b/>
          <w:bCs/>
          <w:sz w:val="28"/>
          <w:szCs w:val="28"/>
          <w:lang w:val="uk-UA"/>
        </w:rPr>
        <w:t>.</w:t>
      </w:r>
      <w:r w:rsidRPr="00250F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6F7E0F">
        <w:rPr>
          <w:sz w:val="28"/>
          <w:szCs w:val="28"/>
          <w:lang w:val="uk-UA"/>
        </w:rPr>
        <w:t>Закріпити</w:t>
      </w:r>
      <w:r>
        <w:rPr>
          <w:sz w:val="28"/>
          <w:szCs w:val="28"/>
          <w:lang w:val="uk-UA"/>
        </w:rPr>
        <w:t xml:space="preserve"> зовнішні каналізаційні мережі, зазначені в пунктах 1.4, 1.5, 1.6 цього</w:t>
      </w:r>
      <w:r w:rsidRPr="00250F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рішення, на праві господарського відання за </w:t>
      </w:r>
      <w:r w:rsidRPr="00250F8D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им</w:t>
      </w:r>
      <w:r w:rsidRPr="00250F8D">
        <w:rPr>
          <w:sz w:val="28"/>
          <w:szCs w:val="28"/>
          <w:lang w:val="uk-UA"/>
        </w:rPr>
        <w:t xml:space="preserve"> підприємство</w:t>
      </w:r>
      <w:r>
        <w:rPr>
          <w:sz w:val="28"/>
          <w:szCs w:val="28"/>
          <w:lang w:val="uk-UA"/>
        </w:rPr>
        <w:t>м</w:t>
      </w:r>
      <w:r w:rsidRPr="00250F8D">
        <w:rPr>
          <w:sz w:val="28"/>
          <w:szCs w:val="28"/>
          <w:lang w:val="uk-UA"/>
        </w:rPr>
        <w:t xml:space="preserve"> «Чернівціводоканал». </w:t>
      </w:r>
    </w:p>
    <w:p w:rsidR="007A2556" w:rsidRPr="00250F8D" w:rsidRDefault="007A2556" w:rsidP="00250F8D">
      <w:pPr>
        <w:ind w:firstLine="708"/>
        <w:jc w:val="both"/>
        <w:rPr>
          <w:sz w:val="28"/>
          <w:szCs w:val="28"/>
          <w:lang w:val="uk-UA"/>
        </w:rPr>
      </w:pPr>
      <w:r w:rsidRPr="00250F8D">
        <w:rPr>
          <w:sz w:val="28"/>
          <w:szCs w:val="28"/>
          <w:lang w:val="uk-UA"/>
        </w:rPr>
        <w:t xml:space="preserve"> </w:t>
      </w:r>
    </w:p>
    <w:p w:rsidR="007A2556" w:rsidRPr="00250F8D" w:rsidRDefault="007A2556" w:rsidP="00250F8D">
      <w:pPr>
        <w:ind w:right="-82"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5</w:t>
      </w:r>
      <w:r w:rsidRPr="00250F8D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  <w:lang w:val="uk-UA"/>
        </w:rPr>
        <w:t xml:space="preserve">    </w:t>
      </w:r>
      <w:r w:rsidRPr="00250F8D">
        <w:rPr>
          <w:sz w:val="28"/>
          <w:szCs w:val="28"/>
        </w:rPr>
        <w:t>Начальнику комунального підприємства «Чернівціводоканал»:</w:t>
      </w:r>
    </w:p>
    <w:p w:rsidR="007A2556" w:rsidRPr="00250F8D" w:rsidRDefault="007A2556" w:rsidP="00250F8D">
      <w:pPr>
        <w:ind w:right="-82"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5</w:t>
      </w:r>
      <w:r w:rsidRPr="00A1439B">
        <w:rPr>
          <w:b/>
          <w:bCs/>
          <w:sz w:val="28"/>
          <w:szCs w:val="28"/>
        </w:rPr>
        <w:t>.1</w:t>
      </w:r>
      <w:r w:rsidRPr="00250F8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250F8D">
        <w:rPr>
          <w:sz w:val="28"/>
          <w:szCs w:val="28"/>
        </w:rPr>
        <w:t>Здійснити відповідні зміни у статутний капітал підприємства.</w:t>
      </w:r>
    </w:p>
    <w:p w:rsidR="007A2556" w:rsidRPr="00250F8D" w:rsidRDefault="007A2556" w:rsidP="00250F8D">
      <w:pPr>
        <w:ind w:right="-82"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5</w:t>
      </w:r>
      <w:r w:rsidRPr="00A1439B">
        <w:rPr>
          <w:b/>
          <w:bCs/>
          <w:sz w:val="28"/>
          <w:szCs w:val="28"/>
        </w:rPr>
        <w:t>.2</w:t>
      </w:r>
      <w:r w:rsidRPr="00250F8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250F8D">
        <w:rPr>
          <w:sz w:val="28"/>
          <w:szCs w:val="28"/>
        </w:rPr>
        <w:t xml:space="preserve">Провести перереєстрацію Статуту підприємства. </w:t>
      </w:r>
    </w:p>
    <w:p w:rsidR="007A2556" w:rsidRDefault="007A2556" w:rsidP="005865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A2556" w:rsidRDefault="007A2556" w:rsidP="00C85053">
      <w:pPr>
        <w:pStyle w:val="BodyTextIndent"/>
        <w:tabs>
          <w:tab w:val="left" w:pos="0"/>
          <w:tab w:val="left" w:pos="720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6</w:t>
      </w:r>
      <w:r w:rsidRPr="00C85053">
        <w:rPr>
          <w:b/>
          <w:bCs/>
          <w:sz w:val="28"/>
          <w:szCs w:val="28"/>
          <w:lang w:val="uk-UA"/>
        </w:rPr>
        <w:t>.</w:t>
      </w:r>
      <w:r w:rsidRPr="00187E42">
        <w:rPr>
          <w:sz w:val="28"/>
          <w:szCs w:val="28"/>
          <w:lang w:val="uk-UA"/>
        </w:rPr>
        <w:t xml:space="preserve"> Рішення підлягає</w:t>
      </w:r>
      <w:r>
        <w:rPr>
          <w:sz w:val="28"/>
          <w:szCs w:val="28"/>
          <w:lang w:val="uk-UA"/>
        </w:rPr>
        <w:t xml:space="preserve"> оприлюдненню на офіційному веб</w:t>
      </w:r>
      <w:r w:rsidRPr="00187E42">
        <w:rPr>
          <w:sz w:val="28"/>
          <w:szCs w:val="28"/>
          <w:lang w:val="uk-UA"/>
        </w:rPr>
        <w:t>порталі Чернівецької міської ради.</w:t>
      </w:r>
    </w:p>
    <w:p w:rsidR="007A2556" w:rsidRPr="00187E42" w:rsidRDefault="007A2556" w:rsidP="00C85053">
      <w:pPr>
        <w:pStyle w:val="BodyTextIndent"/>
        <w:tabs>
          <w:tab w:val="left" w:pos="0"/>
          <w:tab w:val="left" w:pos="720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7A2556" w:rsidRDefault="007A2556" w:rsidP="00C8505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</w:t>
      </w:r>
      <w:r w:rsidRPr="00521C7F">
        <w:rPr>
          <w:b/>
          <w:bCs/>
          <w:sz w:val="28"/>
          <w:szCs w:val="28"/>
          <w:lang w:val="uk-UA"/>
        </w:rPr>
        <w:t>.</w:t>
      </w:r>
      <w:r w:rsidRPr="00187E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Pr="009D536E">
        <w:rPr>
          <w:sz w:val="28"/>
          <w:szCs w:val="28"/>
        </w:rPr>
        <w:t xml:space="preserve">директора департаменту житлово-комунального господарства міської ради.  </w:t>
      </w:r>
    </w:p>
    <w:p w:rsidR="007A2556" w:rsidRPr="009D536E" w:rsidRDefault="007A2556" w:rsidP="00C85053">
      <w:pPr>
        <w:ind w:firstLine="720"/>
        <w:jc w:val="both"/>
        <w:rPr>
          <w:sz w:val="28"/>
          <w:szCs w:val="28"/>
          <w:lang w:val="uk-UA"/>
        </w:rPr>
      </w:pPr>
      <w:r w:rsidRPr="009D536E">
        <w:rPr>
          <w:sz w:val="28"/>
          <w:szCs w:val="28"/>
          <w:lang w:val="uk-UA"/>
        </w:rPr>
        <w:t xml:space="preserve">                         </w:t>
      </w:r>
    </w:p>
    <w:p w:rsidR="007A2556" w:rsidRDefault="007A2556" w:rsidP="00A1439B">
      <w:pPr>
        <w:tabs>
          <w:tab w:val="left" w:pos="1620"/>
        </w:tabs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8</w:t>
      </w:r>
      <w:r w:rsidRPr="001173D5"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  Контроль за виконанням цього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7A2556" w:rsidRPr="00521C7F" w:rsidRDefault="007A2556" w:rsidP="00C85053">
      <w:pPr>
        <w:ind w:firstLine="900"/>
        <w:jc w:val="both"/>
        <w:rPr>
          <w:b/>
          <w:bCs/>
          <w:lang w:val="uk-UA"/>
        </w:rPr>
      </w:pPr>
    </w:p>
    <w:p w:rsidR="007A2556" w:rsidRDefault="007A2556" w:rsidP="00AD3759">
      <w:pPr>
        <w:ind w:right="-87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</w:p>
    <w:p w:rsidR="007A2556" w:rsidRDefault="007A2556" w:rsidP="00AD3759">
      <w:pPr>
        <w:ind w:right="-87"/>
        <w:jc w:val="both"/>
        <w:rPr>
          <w:b/>
          <w:bCs/>
        </w:rPr>
      </w:pPr>
    </w:p>
    <w:p w:rsidR="007A2556" w:rsidRDefault="007A2556" w:rsidP="009C49ED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Чернівецький міський голова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О.Каспрук</w:t>
      </w:r>
    </w:p>
    <w:p w:rsidR="007A2556" w:rsidRDefault="007A2556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7A2556" w:rsidRDefault="007A2556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7A2556" w:rsidRDefault="007A2556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7A2556" w:rsidRDefault="007A2556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7A2556" w:rsidRDefault="007A2556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7A2556" w:rsidRDefault="007A2556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7A2556" w:rsidRDefault="007A2556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7A2556" w:rsidRDefault="007A2556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p w:rsidR="007A2556" w:rsidRDefault="007A2556" w:rsidP="00F552A0">
      <w:pPr>
        <w:tabs>
          <w:tab w:val="left" w:pos="3780"/>
        </w:tabs>
        <w:jc w:val="both"/>
        <w:rPr>
          <w:b/>
          <w:bCs/>
          <w:sz w:val="28"/>
          <w:szCs w:val="28"/>
          <w:lang w:val="uk-UA"/>
        </w:rPr>
      </w:pPr>
    </w:p>
    <w:sectPr w:rsidR="007A2556" w:rsidSect="00A90013">
      <w:pgSz w:w="11906" w:h="16838"/>
      <w:pgMar w:top="1258" w:right="566" w:bottom="851" w:left="16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367F"/>
    <w:rsid w:val="00014FB3"/>
    <w:rsid w:val="00017418"/>
    <w:rsid w:val="00030280"/>
    <w:rsid w:val="00057A0B"/>
    <w:rsid w:val="00060629"/>
    <w:rsid w:val="000815CA"/>
    <w:rsid w:val="00091FE9"/>
    <w:rsid w:val="000A0F76"/>
    <w:rsid w:val="000A2478"/>
    <w:rsid w:val="00101FE8"/>
    <w:rsid w:val="00103314"/>
    <w:rsid w:val="001173D5"/>
    <w:rsid w:val="001303D3"/>
    <w:rsid w:val="001310BF"/>
    <w:rsid w:val="00133422"/>
    <w:rsid w:val="00141A36"/>
    <w:rsid w:val="00143202"/>
    <w:rsid w:val="00144C87"/>
    <w:rsid w:val="001830F5"/>
    <w:rsid w:val="00187E42"/>
    <w:rsid w:val="00193452"/>
    <w:rsid w:val="001A138A"/>
    <w:rsid w:val="001A3205"/>
    <w:rsid w:val="001A5096"/>
    <w:rsid w:val="001B3F94"/>
    <w:rsid w:val="001C708B"/>
    <w:rsid w:val="001D295F"/>
    <w:rsid w:val="00221BD2"/>
    <w:rsid w:val="00223A4D"/>
    <w:rsid w:val="00223A6A"/>
    <w:rsid w:val="002273AB"/>
    <w:rsid w:val="00234A2C"/>
    <w:rsid w:val="0024733F"/>
    <w:rsid w:val="00247E6F"/>
    <w:rsid w:val="00250F8D"/>
    <w:rsid w:val="00260A58"/>
    <w:rsid w:val="00262ACF"/>
    <w:rsid w:val="00264D61"/>
    <w:rsid w:val="00267B5F"/>
    <w:rsid w:val="00281C9F"/>
    <w:rsid w:val="002831DC"/>
    <w:rsid w:val="0029447A"/>
    <w:rsid w:val="00296A6C"/>
    <w:rsid w:val="002A15AF"/>
    <w:rsid w:val="002A6545"/>
    <w:rsid w:val="002C1ED8"/>
    <w:rsid w:val="002D38B5"/>
    <w:rsid w:val="002F02D5"/>
    <w:rsid w:val="002F40DF"/>
    <w:rsid w:val="002F575C"/>
    <w:rsid w:val="0030469D"/>
    <w:rsid w:val="00332DBE"/>
    <w:rsid w:val="0033483D"/>
    <w:rsid w:val="00345DCE"/>
    <w:rsid w:val="00352E56"/>
    <w:rsid w:val="00353CF2"/>
    <w:rsid w:val="003711D4"/>
    <w:rsid w:val="003803F7"/>
    <w:rsid w:val="00383B71"/>
    <w:rsid w:val="0039431C"/>
    <w:rsid w:val="00397806"/>
    <w:rsid w:val="003A356E"/>
    <w:rsid w:val="003B1A57"/>
    <w:rsid w:val="003B3374"/>
    <w:rsid w:val="003C141B"/>
    <w:rsid w:val="003C729C"/>
    <w:rsid w:val="003C75B2"/>
    <w:rsid w:val="003E03AC"/>
    <w:rsid w:val="003E5FA3"/>
    <w:rsid w:val="003F007A"/>
    <w:rsid w:val="003F0E30"/>
    <w:rsid w:val="003F55E2"/>
    <w:rsid w:val="0040017B"/>
    <w:rsid w:val="00400CCE"/>
    <w:rsid w:val="00423D97"/>
    <w:rsid w:val="00425EEB"/>
    <w:rsid w:val="00430ADF"/>
    <w:rsid w:val="00444C52"/>
    <w:rsid w:val="004455E9"/>
    <w:rsid w:val="00457F2B"/>
    <w:rsid w:val="0047323D"/>
    <w:rsid w:val="00474008"/>
    <w:rsid w:val="004A0D7C"/>
    <w:rsid w:val="004A2F0F"/>
    <w:rsid w:val="004B7999"/>
    <w:rsid w:val="004B7DD0"/>
    <w:rsid w:val="004C3966"/>
    <w:rsid w:val="004C7F73"/>
    <w:rsid w:val="004F1A10"/>
    <w:rsid w:val="00506EBC"/>
    <w:rsid w:val="005149D8"/>
    <w:rsid w:val="00521C7F"/>
    <w:rsid w:val="00576330"/>
    <w:rsid w:val="00577601"/>
    <w:rsid w:val="0058388A"/>
    <w:rsid w:val="005839F8"/>
    <w:rsid w:val="00584487"/>
    <w:rsid w:val="005865AF"/>
    <w:rsid w:val="00586F87"/>
    <w:rsid w:val="00591AD0"/>
    <w:rsid w:val="0059315D"/>
    <w:rsid w:val="005D0FEB"/>
    <w:rsid w:val="0061173A"/>
    <w:rsid w:val="00616F7B"/>
    <w:rsid w:val="00622B8B"/>
    <w:rsid w:val="0063254E"/>
    <w:rsid w:val="006542D3"/>
    <w:rsid w:val="00667A3C"/>
    <w:rsid w:val="006720D4"/>
    <w:rsid w:val="00676747"/>
    <w:rsid w:val="00693736"/>
    <w:rsid w:val="00696F41"/>
    <w:rsid w:val="00697C3B"/>
    <w:rsid w:val="006A3010"/>
    <w:rsid w:val="006A6DFD"/>
    <w:rsid w:val="006B2668"/>
    <w:rsid w:val="006C7697"/>
    <w:rsid w:val="006C7A24"/>
    <w:rsid w:val="006D6FB3"/>
    <w:rsid w:val="006F7E0F"/>
    <w:rsid w:val="00701D63"/>
    <w:rsid w:val="007109A5"/>
    <w:rsid w:val="007119E8"/>
    <w:rsid w:val="007227E9"/>
    <w:rsid w:val="007332FC"/>
    <w:rsid w:val="00746410"/>
    <w:rsid w:val="007759BA"/>
    <w:rsid w:val="00784882"/>
    <w:rsid w:val="007A2556"/>
    <w:rsid w:val="007A488C"/>
    <w:rsid w:val="007A4AC7"/>
    <w:rsid w:val="007A702E"/>
    <w:rsid w:val="007B0ABD"/>
    <w:rsid w:val="007C6DFA"/>
    <w:rsid w:val="007D2F40"/>
    <w:rsid w:val="00803FA5"/>
    <w:rsid w:val="008454A5"/>
    <w:rsid w:val="00873776"/>
    <w:rsid w:val="008745BF"/>
    <w:rsid w:val="00893F40"/>
    <w:rsid w:val="0089413B"/>
    <w:rsid w:val="008978B6"/>
    <w:rsid w:val="008D1A3F"/>
    <w:rsid w:val="008E2E10"/>
    <w:rsid w:val="008F1724"/>
    <w:rsid w:val="009029BA"/>
    <w:rsid w:val="00922DDB"/>
    <w:rsid w:val="00937280"/>
    <w:rsid w:val="00947C78"/>
    <w:rsid w:val="00955E7B"/>
    <w:rsid w:val="00960CDC"/>
    <w:rsid w:val="00962976"/>
    <w:rsid w:val="009841F0"/>
    <w:rsid w:val="0099367F"/>
    <w:rsid w:val="00995195"/>
    <w:rsid w:val="009A09F2"/>
    <w:rsid w:val="009A0D41"/>
    <w:rsid w:val="009A26DA"/>
    <w:rsid w:val="009A5FFB"/>
    <w:rsid w:val="009A6338"/>
    <w:rsid w:val="009B61DA"/>
    <w:rsid w:val="009C4707"/>
    <w:rsid w:val="009C49ED"/>
    <w:rsid w:val="009C585B"/>
    <w:rsid w:val="009D536E"/>
    <w:rsid w:val="009E27CD"/>
    <w:rsid w:val="009E67DA"/>
    <w:rsid w:val="009F0900"/>
    <w:rsid w:val="00A038AD"/>
    <w:rsid w:val="00A03E69"/>
    <w:rsid w:val="00A1211C"/>
    <w:rsid w:val="00A12A24"/>
    <w:rsid w:val="00A1439B"/>
    <w:rsid w:val="00A145D4"/>
    <w:rsid w:val="00A21D3C"/>
    <w:rsid w:val="00A227C3"/>
    <w:rsid w:val="00A4028F"/>
    <w:rsid w:val="00A627A9"/>
    <w:rsid w:val="00A66EA7"/>
    <w:rsid w:val="00A67B26"/>
    <w:rsid w:val="00A71DFE"/>
    <w:rsid w:val="00A803CB"/>
    <w:rsid w:val="00A90013"/>
    <w:rsid w:val="00A97FBF"/>
    <w:rsid w:val="00AA0770"/>
    <w:rsid w:val="00AA48AA"/>
    <w:rsid w:val="00AA7309"/>
    <w:rsid w:val="00AB22E2"/>
    <w:rsid w:val="00AB468D"/>
    <w:rsid w:val="00AC0D85"/>
    <w:rsid w:val="00AC64B9"/>
    <w:rsid w:val="00AD3759"/>
    <w:rsid w:val="00AE552A"/>
    <w:rsid w:val="00AF6B35"/>
    <w:rsid w:val="00AF74C7"/>
    <w:rsid w:val="00B0316B"/>
    <w:rsid w:val="00B16711"/>
    <w:rsid w:val="00B17CFA"/>
    <w:rsid w:val="00B26675"/>
    <w:rsid w:val="00B30CF7"/>
    <w:rsid w:val="00B405B3"/>
    <w:rsid w:val="00B54DE2"/>
    <w:rsid w:val="00B61CDB"/>
    <w:rsid w:val="00B817E6"/>
    <w:rsid w:val="00B84B45"/>
    <w:rsid w:val="00B852DA"/>
    <w:rsid w:val="00B8759C"/>
    <w:rsid w:val="00B87F0E"/>
    <w:rsid w:val="00B9216B"/>
    <w:rsid w:val="00B93FEB"/>
    <w:rsid w:val="00BB5D97"/>
    <w:rsid w:val="00BC5256"/>
    <w:rsid w:val="00BC72AA"/>
    <w:rsid w:val="00BD25FA"/>
    <w:rsid w:val="00BD48C6"/>
    <w:rsid w:val="00BD58E8"/>
    <w:rsid w:val="00BD6049"/>
    <w:rsid w:val="00BE13A2"/>
    <w:rsid w:val="00BF70E8"/>
    <w:rsid w:val="00C01757"/>
    <w:rsid w:val="00C22AD3"/>
    <w:rsid w:val="00C343EC"/>
    <w:rsid w:val="00C417E1"/>
    <w:rsid w:val="00C4583E"/>
    <w:rsid w:val="00C557B1"/>
    <w:rsid w:val="00C664C8"/>
    <w:rsid w:val="00C807F7"/>
    <w:rsid w:val="00C81871"/>
    <w:rsid w:val="00C82155"/>
    <w:rsid w:val="00C85053"/>
    <w:rsid w:val="00C93634"/>
    <w:rsid w:val="00C93DD1"/>
    <w:rsid w:val="00CA1A00"/>
    <w:rsid w:val="00CA7FBE"/>
    <w:rsid w:val="00CB2C42"/>
    <w:rsid w:val="00CB4E54"/>
    <w:rsid w:val="00CB516B"/>
    <w:rsid w:val="00CC3496"/>
    <w:rsid w:val="00CE77E8"/>
    <w:rsid w:val="00D01444"/>
    <w:rsid w:val="00D01633"/>
    <w:rsid w:val="00D10D7D"/>
    <w:rsid w:val="00D17F5A"/>
    <w:rsid w:val="00D64ACA"/>
    <w:rsid w:val="00D70802"/>
    <w:rsid w:val="00D773C1"/>
    <w:rsid w:val="00D77437"/>
    <w:rsid w:val="00D910B2"/>
    <w:rsid w:val="00D91310"/>
    <w:rsid w:val="00DA11BC"/>
    <w:rsid w:val="00DB0DCD"/>
    <w:rsid w:val="00DB6080"/>
    <w:rsid w:val="00DC4CA0"/>
    <w:rsid w:val="00DC6631"/>
    <w:rsid w:val="00DD4A9E"/>
    <w:rsid w:val="00DE1040"/>
    <w:rsid w:val="00DE5C42"/>
    <w:rsid w:val="00DF1830"/>
    <w:rsid w:val="00DF7625"/>
    <w:rsid w:val="00E003D2"/>
    <w:rsid w:val="00E05750"/>
    <w:rsid w:val="00E54024"/>
    <w:rsid w:val="00E81A51"/>
    <w:rsid w:val="00E97FD3"/>
    <w:rsid w:val="00EA6B4F"/>
    <w:rsid w:val="00EB4981"/>
    <w:rsid w:val="00ED30B0"/>
    <w:rsid w:val="00EF632B"/>
    <w:rsid w:val="00F11950"/>
    <w:rsid w:val="00F163F1"/>
    <w:rsid w:val="00F20B90"/>
    <w:rsid w:val="00F27867"/>
    <w:rsid w:val="00F4240E"/>
    <w:rsid w:val="00F42DCF"/>
    <w:rsid w:val="00F44C8F"/>
    <w:rsid w:val="00F510BD"/>
    <w:rsid w:val="00F552A0"/>
    <w:rsid w:val="00F56C60"/>
    <w:rsid w:val="00F6461B"/>
    <w:rsid w:val="00F7192B"/>
    <w:rsid w:val="00FB3959"/>
    <w:rsid w:val="00FC0FF8"/>
    <w:rsid w:val="00FC5790"/>
    <w:rsid w:val="00FD3898"/>
    <w:rsid w:val="00FE2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67F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367F"/>
    <w:pPr>
      <w:keepNext/>
      <w:spacing w:line="240" w:lineRule="atLeast"/>
      <w:ind w:left="142" w:hanging="142"/>
      <w:jc w:val="center"/>
      <w:outlineLvl w:val="0"/>
    </w:pPr>
    <w:rPr>
      <w:b/>
      <w:bCs/>
      <w:sz w:val="28"/>
      <w:szCs w:val="28"/>
      <w:lang w:val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367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32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42DC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67A3C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67A3C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67A3C"/>
    <w:rPr>
      <w:rFonts w:ascii="Calibri" w:hAnsi="Calibri" w:cs="Calibri"/>
      <w:b/>
      <w:bCs/>
      <w:i/>
      <w:iCs/>
      <w:sz w:val="26"/>
      <w:szCs w:val="26"/>
    </w:rPr>
  </w:style>
  <w:style w:type="paragraph" w:styleId="Caption">
    <w:name w:val="caption"/>
    <w:basedOn w:val="Normal"/>
    <w:uiPriority w:val="99"/>
    <w:qFormat/>
    <w:rsid w:val="0099367F"/>
    <w:pPr>
      <w:jc w:val="center"/>
    </w:pPr>
    <w:rPr>
      <w:b/>
      <w:bCs/>
      <w:sz w:val="28"/>
      <w:szCs w:val="28"/>
      <w:lang w:val="uk-UA"/>
    </w:rPr>
  </w:style>
  <w:style w:type="paragraph" w:customStyle="1" w:styleId="CharChar">
    <w:name w:val="Char Знак Знак Char Знак"/>
    <w:basedOn w:val="Normal"/>
    <w:uiPriority w:val="99"/>
    <w:rsid w:val="00267B5F"/>
    <w:rPr>
      <w:rFonts w:ascii="Verdana" w:hAnsi="Verdana" w:cs="Verdan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67B5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67A3C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AD375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67A3C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AD375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667A3C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221BD2"/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67A3C"/>
    <w:rPr>
      <w:sz w:val="20"/>
      <w:szCs w:val="20"/>
    </w:rPr>
  </w:style>
  <w:style w:type="paragraph" w:customStyle="1" w:styleId="CharChar1">
    <w:name w:val="Char Знак Знак Char Знак1"/>
    <w:basedOn w:val="Normal"/>
    <w:uiPriority w:val="99"/>
    <w:rsid w:val="00F42DCF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4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266</TotalTime>
  <Pages>2</Pages>
  <Words>2112</Words>
  <Characters>1204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Пользователь Windows</cp:lastModifiedBy>
  <cp:revision>26</cp:revision>
  <cp:lastPrinted>2019-12-19T11:04:00Z</cp:lastPrinted>
  <dcterms:created xsi:type="dcterms:W3CDTF">2019-12-11T09:35:00Z</dcterms:created>
  <dcterms:modified xsi:type="dcterms:W3CDTF">2020-05-20T06:55:00Z</dcterms:modified>
</cp:coreProperties>
</file>