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59" w:rsidRDefault="007D6959" w:rsidP="00D024E5">
      <w:pPr>
        <w:autoSpaceDE w:val="0"/>
        <w:autoSpaceDN w:val="0"/>
        <w:adjustRightInd w:val="0"/>
        <w:ind w:hanging="1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7D6959" w:rsidRDefault="007D6959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7D6959" w:rsidRDefault="007D6959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7D6959" w:rsidRDefault="007D6959" w:rsidP="00D024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 xml:space="preserve">72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скликання </w:t>
      </w:r>
    </w:p>
    <w:p w:rsidR="007D6959" w:rsidRDefault="007D6959" w:rsidP="00D024E5">
      <w:pPr>
        <w:pStyle w:val="Heading3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959" w:rsidRDefault="007D6959" w:rsidP="00D024E5">
      <w:pPr>
        <w:rPr>
          <w:lang w:eastAsia="uk-UA"/>
        </w:rPr>
      </w:pPr>
    </w:p>
    <w:p w:rsidR="007D6959" w:rsidRDefault="007D6959" w:rsidP="00D024E5">
      <w:pPr>
        <w:pStyle w:val="Heading3"/>
        <w:jc w:val="center"/>
        <w:rPr>
          <w:sz w:val="16"/>
          <w:szCs w:val="16"/>
          <w:lang w:val="ru-RU"/>
        </w:rPr>
      </w:pPr>
    </w:p>
    <w:p w:rsidR="007D6959" w:rsidRDefault="007D6959" w:rsidP="00D024E5">
      <w:pPr>
        <w:rPr>
          <w:b/>
          <w:bCs/>
          <w:i/>
          <w:iCs/>
          <w:u w:val="single"/>
        </w:rPr>
      </w:pPr>
      <w:r>
        <w:rPr>
          <w:lang w:val="ru-RU"/>
        </w:rPr>
        <w:t>24.10.</w:t>
      </w:r>
      <w:r w:rsidRPr="00E9173C">
        <w:rPr>
          <w:lang w:val="ru-RU"/>
        </w:rPr>
        <w:t>2019</w:t>
      </w:r>
      <w:r>
        <w:t>№</w:t>
      </w:r>
      <w:r w:rsidRPr="00367D23">
        <w:t xml:space="preserve"> </w:t>
      </w:r>
      <w:r>
        <w:t xml:space="preserve">1886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</w:t>
      </w:r>
      <w:r w:rsidRPr="00367D23">
        <w:rPr>
          <w:i/>
          <w:iCs/>
        </w:rPr>
        <w:t xml:space="preserve">              </w:t>
      </w:r>
      <w:r>
        <w:rPr>
          <w:i/>
          <w:iCs/>
        </w:rPr>
        <w:t xml:space="preserve">                        </w:t>
      </w:r>
      <w:r>
        <w:t>м.</w:t>
      </w:r>
      <w:r w:rsidRPr="00367D23">
        <w:t xml:space="preserve"> </w:t>
      </w:r>
      <w:r>
        <w:t>Чернівці</w:t>
      </w:r>
      <w:r>
        <w:rPr>
          <w:b/>
          <w:bCs/>
          <w:i/>
          <w:iCs/>
          <w:u w:val="single"/>
        </w:rPr>
        <w:t xml:space="preserve">   </w:t>
      </w:r>
    </w:p>
    <w:p w:rsidR="007D6959" w:rsidRDefault="007D6959" w:rsidP="00D024E5">
      <w:pPr>
        <w:rPr>
          <w:sz w:val="16"/>
          <w:szCs w:val="16"/>
        </w:rPr>
      </w:pPr>
      <w:r>
        <w:rPr>
          <w:b/>
          <w:bCs/>
          <w:i/>
          <w:iCs/>
          <w:u w:val="single"/>
        </w:rPr>
        <w:t xml:space="preserve"> </w:t>
      </w:r>
    </w:p>
    <w:p w:rsidR="007D6959" w:rsidRDefault="007D6959" w:rsidP="00D024E5">
      <w:pPr>
        <w:spacing w:line="216" w:lineRule="auto"/>
        <w:rPr>
          <w:sz w:val="16"/>
          <w:szCs w:val="16"/>
        </w:rPr>
      </w:pPr>
    </w:p>
    <w:p w:rsidR="007D6959" w:rsidRDefault="007D6959" w:rsidP="00D024E5">
      <w:pPr>
        <w:pStyle w:val="Heading3"/>
        <w:jc w:val="center"/>
      </w:pPr>
      <w:bookmarkStart w:id="0" w:name="_GoBack"/>
      <w:r>
        <w:t xml:space="preserve">Про внесення змін  до  рішення міської ради </w:t>
      </w:r>
    </w:p>
    <w:p w:rsidR="007D6959" w:rsidRPr="00D126FA" w:rsidRDefault="007D6959" w:rsidP="007100B7">
      <w:pPr>
        <w:pStyle w:val="Heading3"/>
        <w:jc w:val="center"/>
        <w:rPr>
          <w:sz w:val="16"/>
          <w:szCs w:val="16"/>
        </w:rPr>
      </w:pPr>
      <w:r>
        <w:t xml:space="preserve">VII скликання від 28.02.2019 р. №1641 у частині затвердження Програми розвитку «Охорона здоров’я» м. Чернівців на 2017-2019 роки </w:t>
      </w:r>
      <w:bookmarkEnd w:id="0"/>
    </w:p>
    <w:p w:rsidR="007D6959" w:rsidRDefault="007D6959" w:rsidP="00D024E5">
      <w:pPr>
        <w:rPr>
          <w:sz w:val="16"/>
          <w:szCs w:val="16"/>
        </w:rPr>
      </w:pPr>
    </w:p>
    <w:p w:rsidR="007D6959" w:rsidRDefault="007D6959" w:rsidP="00D024E5">
      <w:pPr>
        <w:rPr>
          <w:sz w:val="16"/>
          <w:szCs w:val="16"/>
        </w:rPr>
      </w:pPr>
    </w:p>
    <w:p w:rsidR="007D6959" w:rsidRDefault="007D6959" w:rsidP="000D534E">
      <w:pPr>
        <w:pStyle w:val="BodyText"/>
        <w:spacing w:after="0"/>
        <w:ind w:firstLine="709"/>
        <w:jc w:val="both"/>
      </w:pPr>
      <w:r>
        <w:t>Відповідно до статей 26, 34, 59 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t>беручи до уваги рішення Чернівецької міської ради від 18.02.2019 р. №1620 «Про внесення змін до рішення міської ради VII скликання від 22.12.2018 р. №1604 «Про структуру, загальну чисельність виконавчих органів Чернівецької міської ради», Чернівецька міська рада</w:t>
      </w:r>
    </w:p>
    <w:p w:rsidR="007D6959" w:rsidRPr="000D534E" w:rsidRDefault="007D6959" w:rsidP="000D534E">
      <w:pPr>
        <w:pStyle w:val="BodyText"/>
        <w:ind w:firstLine="708"/>
        <w:jc w:val="both"/>
        <w:rPr>
          <w:sz w:val="16"/>
          <w:szCs w:val="16"/>
        </w:rPr>
      </w:pPr>
    </w:p>
    <w:p w:rsidR="007D6959" w:rsidRPr="007100B7" w:rsidRDefault="007D6959" w:rsidP="007100B7">
      <w:pPr>
        <w:pStyle w:val="BodyText"/>
        <w:jc w:val="center"/>
        <w:rPr>
          <w:b/>
          <w:bCs/>
          <w:sz w:val="16"/>
          <w:szCs w:val="16"/>
        </w:rPr>
      </w:pPr>
      <w:r w:rsidRPr="007100B7">
        <w:rPr>
          <w:b/>
          <w:bCs/>
        </w:rPr>
        <w:t>В И Р І Ш И Л А:</w:t>
      </w:r>
    </w:p>
    <w:p w:rsidR="007D6959" w:rsidRDefault="007D6959" w:rsidP="000D534E">
      <w:pPr>
        <w:pStyle w:val="Heading6"/>
        <w:spacing w:before="0" w:after="0"/>
        <w:ind w:firstLine="72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3AF0">
        <w:rPr>
          <w:b w:val="0"/>
          <w:bCs w:val="0"/>
          <w:sz w:val="28"/>
          <w:szCs w:val="28"/>
        </w:rPr>
        <w:t>Внести зміни</w:t>
      </w:r>
      <w:r>
        <w:rPr>
          <w:b w:val="0"/>
          <w:bCs w:val="0"/>
          <w:sz w:val="28"/>
          <w:szCs w:val="28"/>
        </w:rPr>
        <w:t xml:space="preserve"> та доповнення до рішення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</w:t>
      </w:r>
      <w:r w:rsidRPr="00463AF0">
        <w:rPr>
          <w:b w:val="0"/>
          <w:bCs w:val="0"/>
          <w:sz w:val="28"/>
          <w:szCs w:val="28"/>
        </w:rPr>
        <w:t>від 28.02.2019 р. №1641</w:t>
      </w:r>
      <w:r>
        <w:rPr>
          <w:b w:val="0"/>
          <w:bCs w:val="0"/>
          <w:sz w:val="28"/>
          <w:szCs w:val="28"/>
        </w:rPr>
        <w:t xml:space="preserve"> «Про хід виконання рішення міської ради VII скликання від 20.04.2017 р. № 684 та затвердження Програми розвитку «Охорона здоров’я» м. Чернівців на 2017-2019 роки,</w:t>
      </w:r>
      <w:r w:rsidRPr="004A440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 саме:</w:t>
      </w:r>
    </w:p>
    <w:p w:rsidR="007D6959" w:rsidRDefault="007D6959" w:rsidP="00EB6D53">
      <w:pPr>
        <w:jc w:val="both"/>
      </w:pPr>
      <w:r>
        <w:t xml:space="preserve">          </w:t>
      </w:r>
      <w:r w:rsidRPr="00EB6D53">
        <w:rPr>
          <w:b/>
          <w:bCs/>
        </w:rPr>
        <w:t xml:space="preserve">1.1. </w:t>
      </w:r>
      <w:r>
        <w:rPr>
          <w:b/>
          <w:bCs/>
        </w:rPr>
        <w:t xml:space="preserve"> </w:t>
      </w:r>
      <w:r>
        <w:t xml:space="preserve">У пунктах 3, 4, 7 рішення та у Програмі слова: «управління охорони здоров’я міської ради» в усіх відмінках замінити словами: «управління забезпечення медичного обслуговування у сфері охорони здоров’я Чернівецької міської ради» у відповідних відмінках.         </w:t>
      </w:r>
    </w:p>
    <w:p w:rsidR="007D6959" w:rsidRDefault="007D6959" w:rsidP="00EB6D53">
      <w:pPr>
        <w:jc w:val="both"/>
      </w:pPr>
      <w:r>
        <w:t xml:space="preserve">          </w:t>
      </w:r>
      <w:r w:rsidRPr="00463AF0">
        <w:rPr>
          <w:b/>
          <w:bCs/>
        </w:rPr>
        <w:t>1.</w:t>
      </w:r>
      <w:r>
        <w:rPr>
          <w:b/>
          <w:bCs/>
        </w:rPr>
        <w:t>2</w:t>
      </w:r>
      <w:r w:rsidRPr="00463AF0">
        <w:rPr>
          <w:b/>
          <w:bCs/>
        </w:rPr>
        <w:t xml:space="preserve">. </w:t>
      </w:r>
      <w:r>
        <w:t>У Паспорті Програми пункт 5 «Відповідальний виконавець програми» доповнити словами: «Управління забезпечення медичного обслуговування у сфері охорони здоров’я Чернівецької міської ради».</w:t>
      </w:r>
    </w:p>
    <w:p w:rsidR="007D6959" w:rsidRPr="004C1A0B" w:rsidRDefault="007D6959" w:rsidP="00DA611C">
      <w:pPr>
        <w:jc w:val="both"/>
      </w:pPr>
      <w:r>
        <w:t xml:space="preserve">          </w:t>
      </w:r>
      <w:r w:rsidRPr="00463AF0">
        <w:rPr>
          <w:b/>
          <w:bCs/>
        </w:rPr>
        <w:t>1.</w:t>
      </w:r>
      <w:r>
        <w:rPr>
          <w:b/>
          <w:bCs/>
        </w:rPr>
        <w:t>3</w:t>
      </w:r>
      <w:r w:rsidRPr="00463AF0">
        <w:rPr>
          <w:b/>
          <w:bCs/>
        </w:rPr>
        <w:t xml:space="preserve">. </w:t>
      </w:r>
      <w:r>
        <w:t>У додатку 3 до Програми у пунктах і підпунктах 5-11 графу «Виконавці» доповнити словами: «Управління забезпечення медичного обслуговування у сфері охорони здоров’я Чернівецької міської ради».</w:t>
      </w:r>
    </w:p>
    <w:p w:rsidR="007D6959" w:rsidRPr="00D126FA" w:rsidRDefault="007D6959" w:rsidP="000D534E">
      <w:pPr>
        <w:pStyle w:val="BodyText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  <w:r>
        <w:rPr>
          <w:b/>
          <w:bCs/>
        </w:rPr>
        <w:t>2.</w:t>
      </w:r>
      <w:r>
        <w:t xml:space="preserve"> Рішення підлягає оприлюдненню на офіційному вебпорталі Чернівецької міської ради. </w:t>
      </w:r>
    </w:p>
    <w:p w:rsidR="007D6959" w:rsidRPr="00D126FA" w:rsidRDefault="007D6959" w:rsidP="000D534E">
      <w:pPr>
        <w:pStyle w:val="BodyText"/>
        <w:spacing w:after="0"/>
        <w:ind w:firstLine="720"/>
        <w:jc w:val="both"/>
        <w:rPr>
          <w:sz w:val="24"/>
          <w:szCs w:val="24"/>
        </w:rPr>
      </w:pPr>
      <w:r>
        <w:rPr>
          <w:b/>
          <w:bCs/>
        </w:rPr>
        <w:t xml:space="preserve">3. </w:t>
      </w:r>
      <w:r>
        <w:t>Організацію виконання цього рішення покласти на управління забезпечення медичного обслуговування у сфері охорони здоров’я Чернівецької міської ради.</w:t>
      </w:r>
    </w:p>
    <w:p w:rsidR="007D6959" w:rsidRDefault="007D6959" w:rsidP="000D534E">
      <w:pPr>
        <w:pStyle w:val="BodyText"/>
        <w:spacing w:after="0"/>
        <w:ind w:firstLine="720"/>
        <w:jc w:val="both"/>
        <w:rPr>
          <w:sz w:val="16"/>
          <w:szCs w:val="16"/>
        </w:rPr>
      </w:pPr>
      <w:r>
        <w:rPr>
          <w:b/>
          <w:bCs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7D6959" w:rsidRPr="004C1A0B" w:rsidRDefault="007D6959" w:rsidP="004C1A0B">
      <w:pPr>
        <w:rPr>
          <w:lang w:eastAsia="uk-UA"/>
        </w:rPr>
      </w:pPr>
    </w:p>
    <w:p w:rsidR="007D6959" w:rsidRDefault="007D6959" w:rsidP="00D024E5">
      <w:pPr>
        <w:pStyle w:val="Heading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sectPr w:rsidR="007D6959" w:rsidSect="00BA6685">
      <w:headerReference w:type="default" r:id="rId8"/>
      <w:pgSz w:w="11906" w:h="16838"/>
      <w:pgMar w:top="1258" w:right="746" w:bottom="567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959" w:rsidRDefault="007D6959">
      <w:r>
        <w:separator/>
      </w:r>
    </w:p>
  </w:endnote>
  <w:endnote w:type="continuationSeparator" w:id="0">
    <w:p w:rsidR="007D6959" w:rsidRDefault="007D6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959" w:rsidRDefault="007D6959">
      <w:r>
        <w:separator/>
      </w:r>
    </w:p>
  </w:footnote>
  <w:footnote w:type="continuationSeparator" w:id="0">
    <w:p w:rsidR="007D6959" w:rsidRDefault="007D69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959" w:rsidRDefault="007D6959" w:rsidP="000D534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4E5"/>
    <w:rsid w:val="000100D7"/>
    <w:rsid w:val="000137B9"/>
    <w:rsid w:val="00051894"/>
    <w:rsid w:val="00083BF0"/>
    <w:rsid w:val="000B216D"/>
    <w:rsid w:val="000D534E"/>
    <w:rsid w:val="000E2FA9"/>
    <w:rsid w:val="000F2DB8"/>
    <w:rsid w:val="001044DB"/>
    <w:rsid w:val="00121F96"/>
    <w:rsid w:val="00144CE9"/>
    <w:rsid w:val="001639FD"/>
    <w:rsid w:val="001A0F9E"/>
    <w:rsid w:val="001B5F31"/>
    <w:rsid w:val="001C628B"/>
    <w:rsid w:val="001D70C8"/>
    <w:rsid w:val="001E7E4F"/>
    <w:rsid w:val="00200F4D"/>
    <w:rsid w:val="00204B2E"/>
    <w:rsid w:val="00287F88"/>
    <w:rsid w:val="002C5D26"/>
    <w:rsid w:val="0030109D"/>
    <w:rsid w:val="003025D2"/>
    <w:rsid w:val="00304B61"/>
    <w:rsid w:val="00367D23"/>
    <w:rsid w:val="003D74A3"/>
    <w:rsid w:val="004349FE"/>
    <w:rsid w:val="00463AF0"/>
    <w:rsid w:val="004A4405"/>
    <w:rsid w:val="004A6CD0"/>
    <w:rsid w:val="004C1A0B"/>
    <w:rsid w:val="004E16C0"/>
    <w:rsid w:val="004E6B9C"/>
    <w:rsid w:val="00516A12"/>
    <w:rsid w:val="0053402C"/>
    <w:rsid w:val="005608B7"/>
    <w:rsid w:val="00574709"/>
    <w:rsid w:val="005E03D8"/>
    <w:rsid w:val="00622F50"/>
    <w:rsid w:val="00627324"/>
    <w:rsid w:val="00643469"/>
    <w:rsid w:val="00666858"/>
    <w:rsid w:val="006832BA"/>
    <w:rsid w:val="006C1ECA"/>
    <w:rsid w:val="006D7212"/>
    <w:rsid w:val="006F5DA0"/>
    <w:rsid w:val="007100B7"/>
    <w:rsid w:val="007238D0"/>
    <w:rsid w:val="00761AF2"/>
    <w:rsid w:val="00770F12"/>
    <w:rsid w:val="00792A01"/>
    <w:rsid w:val="007B596B"/>
    <w:rsid w:val="007D6959"/>
    <w:rsid w:val="007E41BB"/>
    <w:rsid w:val="007F7CCD"/>
    <w:rsid w:val="00804E1C"/>
    <w:rsid w:val="008100FD"/>
    <w:rsid w:val="00825584"/>
    <w:rsid w:val="00835B54"/>
    <w:rsid w:val="00850A3E"/>
    <w:rsid w:val="0085701E"/>
    <w:rsid w:val="00863968"/>
    <w:rsid w:val="00880684"/>
    <w:rsid w:val="008A7A78"/>
    <w:rsid w:val="008E0D95"/>
    <w:rsid w:val="0090516C"/>
    <w:rsid w:val="00931ED6"/>
    <w:rsid w:val="00951684"/>
    <w:rsid w:val="00951B34"/>
    <w:rsid w:val="009777A0"/>
    <w:rsid w:val="00A0327A"/>
    <w:rsid w:val="00A04E1A"/>
    <w:rsid w:val="00A11494"/>
    <w:rsid w:val="00A140A4"/>
    <w:rsid w:val="00A2155E"/>
    <w:rsid w:val="00A777BF"/>
    <w:rsid w:val="00AC6E14"/>
    <w:rsid w:val="00AE3C43"/>
    <w:rsid w:val="00B06F18"/>
    <w:rsid w:val="00B166C7"/>
    <w:rsid w:val="00B16B72"/>
    <w:rsid w:val="00B24FC2"/>
    <w:rsid w:val="00B426A4"/>
    <w:rsid w:val="00B42C46"/>
    <w:rsid w:val="00B71F4E"/>
    <w:rsid w:val="00B75B56"/>
    <w:rsid w:val="00B84E11"/>
    <w:rsid w:val="00BA112A"/>
    <w:rsid w:val="00BA6685"/>
    <w:rsid w:val="00BB3D08"/>
    <w:rsid w:val="00BD7D8F"/>
    <w:rsid w:val="00BF16C9"/>
    <w:rsid w:val="00C00BCE"/>
    <w:rsid w:val="00C06397"/>
    <w:rsid w:val="00C53A1B"/>
    <w:rsid w:val="00C73E53"/>
    <w:rsid w:val="00C87D2C"/>
    <w:rsid w:val="00C97EDB"/>
    <w:rsid w:val="00CC5B71"/>
    <w:rsid w:val="00CE0781"/>
    <w:rsid w:val="00D01ACF"/>
    <w:rsid w:val="00D024E5"/>
    <w:rsid w:val="00D126FA"/>
    <w:rsid w:val="00D16002"/>
    <w:rsid w:val="00D16D56"/>
    <w:rsid w:val="00D31B0A"/>
    <w:rsid w:val="00D477E9"/>
    <w:rsid w:val="00D6282F"/>
    <w:rsid w:val="00D67E2F"/>
    <w:rsid w:val="00D769F1"/>
    <w:rsid w:val="00D844EB"/>
    <w:rsid w:val="00DA611C"/>
    <w:rsid w:val="00DC3E47"/>
    <w:rsid w:val="00DD3FA3"/>
    <w:rsid w:val="00E03A78"/>
    <w:rsid w:val="00E07499"/>
    <w:rsid w:val="00E31C7B"/>
    <w:rsid w:val="00E9173C"/>
    <w:rsid w:val="00EB6365"/>
    <w:rsid w:val="00EB6D53"/>
    <w:rsid w:val="00EC607D"/>
    <w:rsid w:val="00EF014D"/>
    <w:rsid w:val="00F332EA"/>
    <w:rsid w:val="00F563B7"/>
    <w:rsid w:val="00F645C4"/>
    <w:rsid w:val="00F9069B"/>
    <w:rsid w:val="00F91C3D"/>
    <w:rsid w:val="00FD6031"/>
    <w:rsid w:val="00FE2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E5"/>
    <w:rPr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24E5"/>
    <w:pPr>
      <w:keepNext/>
      <w:outlineLvl w:val="2"/>
    </w:pPr>
    <w:rPr>
      <w:b/>
      <w:bCs/>
      <w:lang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4E1A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4E1A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4E1A"/>
    <w:rPr>
      <w:rFonts w:ascii="Calibri" w:hAnsi="Calibri" w:cs="Calibri"/>
      <w:b/>
      <w:bCs/>
      <w:lang w:eastAsia="ru-RU"/>
    </w:rPr>
  </w:style>
  <w:style w:type="paragraph" w:styleId="BodyText">
    <w:name w:val="Body Text"/>
    <w:basedOn w:val="Normal"/>
    <w:link w:val="BodyTextChar"/>
    <w:uiPriority w:val="99"/>
    <w:rsid w:val="00D024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4E1A"/>
    <w:rPr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D024E5"/>
    <w:pPr>
      <w:jc w:val="center"/>
    </w:pPr>
    <w:rPr>
      <w:b/>
      <w:bCs/>
      <w:lang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04E1A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0D534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4E1A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0D534E"/>
  </w:style>
  <w:style w:type="paragraph" w:styleId="Footer">
    <w:name w:val="footer"/>
    <w:basedOn w:val="Normal"/>
    <w:link w:val="FooterChar"/>
    <w:uiPriority w:val="99"/>
    <w:rsid w:val="00BA668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4E1A"/>
    <w:rPr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367D2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1</Pages>
  <Words>1335</Words>
  <Characters>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15</cp:revision>
  <cp:lastPrinted>2019-06-24T10:54:00Z</cp:lastPrinted>
  <dcterms:created xsi:type="dcterms:W3CDTF">2017-11-08T11:00:00Z</dcterms:created>
  <dcterms:modified xsi:type="dcterms:W3CDTF">2019-11-01T08:57:00Z</dcterms:modified>
</cp:coreProperties>
</file>