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2A03E2" w:rsidP="00643502">
      <w:pPr>
        <w:pStyle w:val="Title1"/>
        <w:widowControl/>
        <w:rPr>
          <w:sz w:val="28"/>
        </w:rPr>
      </w:pPr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6F2DDB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71</w:t>
      </w:r>
      <w:r w:rsidR="00170477" w:rsidRPr="00697F0D">
        <w:rPr>
          <w:b/>
          <w:sz w:val="30"/>
          <w:szCs w:val="30"/>
          <w:u w:val="single"/>
        </w:rPr>
        <w:t>_</w:t>
      </w:r>
      <w:r w:rsidR="00170477">
        <w:rPr>
          <w:b/>
          <w:sz w:val="30"/>
          <w:szCs w:val="30"/>
        </w:rPr>
        <w:t xml:space="preserve"> </w:t>
      </w:r>
      <w:r w:rsidR="00170477" w:rsidRPr="00B05CF9">
        <w:rPr>
          <w:b/>
          <w:sz w:val="30"/>
          <w:szCs w:val="30"/>
        </w:rPr>
        <w:t xml:space="preserve">сесія </w:t>
      </w:r>
      <w:r w:rsidR="00170477" w:rsidRPr="00277E70">
        <w:rPr>
          <w:b/>
          <w:sz w:val="30"/>
          <w:szCs w:val="30"/>
          <w:lang w:val="ru-RU"/>
        </w:rPr>
        <w:t xml:space="preserve"> </w:t>
      </w:r>
      <w:r w:rsidR="00170477">
        <w:rPr>
          <w:b/>
          <w:sz w:val="30"/>
          <w:szCs w:val="30"/>
          <w:lang w:val="en-US"/>
        </w:rPr>
        <w:t>VI</w:t>
      </w:r>
      <w:r w:rsidR="00170477">
        <w:rPr>
          <w:b/>
          <w:sz w:val="30"/>
          <w:szCs w:val="30"/>
        </w:rPr>
        <w:t>І</w:t>
      </w:r>
      <w:r w:rsidR="00170477" w:rsidRPr="00277E70">
        <w:rPr>
          <w:b/>
          <w:sz w:val="30"/>
          <w:szCs w:val="30"/>
          <w:lang w:val="ru-RU"/>
        </w:rPr>
        <w:t xml:space="preserve">  </w:t>
      </w:r>
      <w:r w:rsidR="00170477"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6F2DDB" w:rsidP="00643502">
      <w:pPr>
        <w:rPr>
          <w:b/>
          <w:sz w:val="28"/>
        </w:rPr>
      </w:pPr>
      <w:r w:rsidRPr="006F2DDB">
        <w:rPr>
          <w:sz w:val="28"/>
          <w:u w:val="single"/>
        </w:rPr>
        <w:t>01.08.2019</w:t>
      </w:r>
      <w:r w:rsidR="00170477" w:rsidRPr="00697F0D">
        <w:rPr>
          <w:sz w:val="28"/>
        </w:rPr>
        <w:t xml:space="preserve"> </w:t>
      </w:r>
      <w:r w:rsidR="00170477" w:rsidRPr="00697F0D">
        <w:rPr>
          <w:b/>
          <w:sz w:val="28"/>
        </w:rPr>
        <w:t xml:space="preserve"> </w:t>
      </w:r>
      <w:r w:rsidR="00170477" w:rsidRPr="00D376B5">
        <w:rPr>
          <w:b/>
          <w:sz w:val="28"/>
        </w:rPr>
        <w:t xml:space="preserve">№ </w:t>
      </w:r>
      <w:r w:rsidRPr="006F2DDB">
        <w:rPr>
          <w:sz w:val="28"/>
          <w:u w:val="single"/>
        </w:rPr>
        <w:t>1810</w:t>
      </w:r>
      <w:r w:rsidR="00170477" w:rsidRPr="006F2DDB">
        <w:rPr>
          <w:b/>
          <w:sz w:val="28"/>
          <w:u w:val="single"/>
        </w:rPr>
        <w:t xml:space="preserve"> </w:t>
      </w:r>
      <w:r w:rsidR="00170477" w:rsidRPr="00D376B5">
        <w:rPr>
          <w:b/>
          <w:sz w:val="28"/>
        </w:rPr>
        <w:t xml:space="preserve">                                  </w:t>
      </w:r>
      <w:r w:rsidR="00170477" w:rsidRPr="00D376B5">
        <w:rPr>
          <w:b/>
          <w:sz w:val="28"/>
        </w:rPr>
        <w:tab/>
      </w:r>
      <w:r w:rsidR="00170477" w:rsidRPr="00D376B5">
        <w:rPr>
          <w:b/>
          <w:sz w:val="28"/>
        </w:rPr>
        <w:tab/>
      </w:r>
      <w:r w:rsidR="00170477">
        <w:rPr>
          <w:b/>
          <w:sz w:val="28"/>
        </w:rPr>
        <w:t xml:space="preserve">     </w:t>
      </w:r>
      <w:r w:rsidR="00170477">
        <w:rPr>
          <w:b/>
          <w:sz w:val="28"/>
        </w:rPr>
        <w:tab/>
      </w:r>
      <w:r w:rsidR="00170477" w:rsidRPr="00D376B5">
        <w:rPr>
          <w:b/>
          <w:sz w:val="28"/>
        </w:rPr>
        <w:tab/>
        <w:t xml:space="preserve">  </w:t>
      </w:r>
      <w:r w:rsidR="00170477">
        <w:rPr>
          <w:b/>
          <w:sz w:val="28"/>
        </w:rPr>
        <w:t xml:space="preserve">         </w:t>
      </w:r>
      <w:r w:rsidR="00170477" w:rsidRPr="00D376B5">
        <w:rPr>
          <w:b/>
          <w:sz w:val="28"/>
        </w:rPr>
        <w:t>м.Чернівці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643502" w:rsidRDefault="00170477" w:rsidP="00643502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170477" w:rsidRDefault="00170477" w:rsidP="00643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DA167F">
        <w:rPr>
          <w:b/>
          <w:sz w:val="28"/>
          <w:szCs w:val="28"/>
        </w:rPr>
        <w:t>Заньковецької Марії</w:t>
      </w:r>
      <w:r w:rsidR="009428B8">
        <w:rPr>
          <w:b/>
          <w:sz w:val="28"/>
          <w:szCs w:val="28"/>
        </w:rPr>
        <w:t xml:space="preserve">, </w:t>
      </w:r>
      <w:r w:rsidR="00DA167F">
        <w:rPr>
          <w:b/>
          <w:sz w:val="28"/>
          <w:szCs w:val="28"/>
        </w:rPr>
        <w:t>20</w:t>
      </w:r>
    </w:p>
    <w:bookmarkEnd w:id="0"/>
    <w:p w:rsidR="00DA167F" w:rsidRDefault="00DA167F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</w:t>
      </w:r>
      <w:r w:rsidR="009428B8">
        <w:rPr>
          <w:sz w:val="28"/>
          <w:szCs w:val="28"/>
        </w:rPr>
        <w:t>викупу,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>(нежитлов</w:t>
      </w:r>
      <w:r w:rsidR="00DA167F">
        <w:rPr>
          <w:b/>
          <w:sz w:val="28"/>
          <w:szCs w:val="28"/>
        </w:rPr>
        <w:t>их приміщень (5-1)-(5-4) загальною площею 30,6</w:t>
      </w:r>
      <w:r w:rsidR="00643502">
        <w:rPr>
          <w:b/>
          <w:sz w:val="28"/>
          <w:szCs w:val="28"/>
        </w:rPr>
        <w:t>кв.м</w:t>
      </w:r>
      <w:r w:rsidR="00DA16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="00643502">
        <w:rPr>
          <w:sz w:val="28"/>
          <w:szCs w:val="28"/>
        </w:rPr>
        <w:t xml:space="preserve">                      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DA167F">
        <w:rPr>
          <w:b/>
          <w:sz w:val="28"/>
          <w:szCs w:val="28"/>
        </w:rPr>
        <w:t xml:space="preserve">Заньковецької </w:t>
      </w:r>
      <w:r w:rsidR="009428B8">
        <w:rPr>
          <w:b/>
          <w:sz w:val="28"/>
          <w:szCs w:val="28"/>
        </w:rPr>
        <w:t>М</w:t>
      </w:r>
      <w:r w:rsidR="00DA167F">
        <w:rPr>
          <w:b/>
          <w:sz w:val="28"/>
          <w:szCs w:val="28"/>
        </w:rPr>
        <w:t>арії</w:t>
      </w:r>
      <w:r w:rsidRPr="000B349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</w:t>
      </w:r>
      <w:r w:rsidR="00DA167F">
        <w:rPr>
          <w:b/>
          <w:sz w:val="28"/>
          <w:szCs w:val="28"/>
        </w:rPr>
        <w:t>20</w:t>
      </w:r>
      <w:r w:rsidR="00D358C8">
        <w:rPr>
          <w:b/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9428B8" w:rsidRPr="009147B9" w:rsidRDefault="009428B8" w:rsidP="00643502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9428B8" w:rsidRPr="00322C90" w:rsidRDefault="009428B8" w:rsidP="00643502">
      <w:pPr>
        <w:ind w:right="-87"/>
        <w:jc w:val="both"/>
        <w:rPr>
          <w:b/>
          <w:sz w:val="24"/>
          <w:lang w:val="ru-RU"/>
        </w:rPr>
      </w:pPr>
    </w:p>
    <w:p w:rsidR="00170477" w:rsidRPr="00202293" w:rsidRDefault="00A230EB" w:rsidP="00C57AF0">
      <w:pPr>
        <w:ind w:right="-87"/>
        <w:jc w:val="both"/>
        <w:rPr>
          <w:sz w:val="28"/>
          <w:szCs w:val="28"/>
        </w:rPr>
      </w:pPr>
      <w:r>
        <w:t xml:space="preserve"> </w:t>
      </w:r>
    </w:p>
    <w:sectPr w:rsidR="00170477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976" w:rsidRDefault="00001976">
      <w:r>
        <w:separator/>
      </w:r>
    </w:p>
  </w:endnote>
  <w:endnote w:type="continuationSeparator" w:id="0">
    <w:p w:rsidR="00001976" w:rsidRDefault="0000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976" w:rsidRDefault="00001976">
      <w:r>
        <w:separator/>
      </w:r>
    </w:p>
  </w:footnote>
  <w:footnote w:type="continuationSeparator" w:id="0">
    <w:p w:rsidR="00001976" w:rsidRDefault="00001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58C8" w:rsidRDefault="00D358C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7AF0">
      <w:rPr>
        <w:noProof/>
      </w:rPr>
      <w:t>2</w:t>
    </w:r>
    <w:r>
      <w:fldChar w:fldCharType="end"/>
    </w:r>
  </w:p>
  <w:p w:rsidR="00D358C8" w:rsidRDefault="00D358C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01976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4F5"/>
    <w:rsid w:val="00283571"/>
    <w:rsid w:val="002A03E2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48A9"/>
    <w:rsid w:val="0044798B"/>
    <w:rsid w:val="00450766"/>
    <w:rsid w:val="004676AA"/>
    <w:rsid w:val="0047038B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425"/>
    <w:rsid w:val="006A5615"/>
    <w:rsid w:val="006A69F1"/>
    <w:rsid w:val="006A7E55"/>
    <w:rsid w:val="006B0BB8"/>
    <w:rsid w:val="006B68CB"/>
    <w:rsid w:val="006B7704"/>
    <w:rsid w:val="006C0667"/>
    <w:rsid w:val="006D019A"/>
    <w:rsid w:val="006E2951"/>
    <w:rsid w:val="006F2DDB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97874"/>
    <w:rsid w:val="007A547E"/>
    <w:rsid w:val="007B716F"/>
    <w:rsid w:val="007C0CBB"/>
    <w:rsid w:val="007C4DC5"/>
    <w:rsid w:val="007D1747"/>
    <w:rsid w:val="007D7557"/>
    <w:rsid w:val="007E3D3D"/>
    <w:rsid w:val="007E7A83"/>
    <w:rsid w:val="00806DB3"/>
    <w:rsid w:val="00811578"/>
    <w:rsid w:val="00813F95"/>
    <w:rsid w:val="00814577"/>
    <w:rsid w:val="00820318"/>
    <w:rsid w:val="00823ACB"/>
    <w:rsid w:val="00826953"/>
    <w:rsid w:val="00843BBF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28B8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57AF0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58C8"/>
    <w:rsid w:val="00D376B5"/>
    <w:rsid w:val="00D4093F"/>
    <w:rsid w:val="00D430E9"/>
    <w:rsid w:val="00D74380"/>
    <w:rsid w:val="00D8435B"/>
    <w:rsid w:val="00D97FF7"/>
    <w:rsid w:val="00DA167F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723B3-8AED-4C79-8277-04B1A3DD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2019-05-22T07:31:00Z</cp:lastPrinted>
  <dcterms:created xsi:type="dcterms:W3CDTF">2019-08-08T14:19:00Z</dcterms:created>
  <dcterms:modified xsi:type="dcterms:W3CDTF">2019-08-08T14:19:00Z</dcterms:modified>
</cp:coreProperties>
</file>