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6D9" w:rsidRDefault="007E32AD" w:rsidP="004F75FB">
      <w:pPr>
        <w:pStyle w:val="Title1"/>
        <w:widowControl/>
        <w:rPr>
          <w:sz w:val="28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191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36D9" w:rsidRPr="0001133A" w:rsidRDefault="004736D9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4736D9" w:rsidRDefault="004736D9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4736D9" w:rsidRDefault="004736D9" w:rsidP="007924C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  <w:u w:val="single"/>
        </w:rPr>
        <w:t xml:space="preserve"> </w:t>
      </w:r>
      <w:r w:rsidR="00AC7291">
        <w:rPr>
          <w:b/>
          <w:sz w:val="30"/>
          <w:szCs w:val="30"/>
          <w:u w:val="single"/>
        </w:rPr>
        <w:t>70</w:t>
      </w:r>
      <w:r w:rsidRPr="00697F0D">
        <w:rPr>
          <w:b/>
          <w:sz w:val="30"/>
          <w:szCs w:val="30"/>
          <w:u w:val="single"/>
        </w:rPr>
        <w:t>_</w:t>
      </w:r>
      <w:r>
        <w:rPr>
          <w:b/>
          <w:sz w:val="30"/>
          <w:szCs w:val="30"/>
        </w:rPr>
        <w:t xml:space="preserve"> 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4736D9" w:rsidRPr="00277E70" w:rsidRDefault="004736D9" w:rsidP="007924CB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4736D9" w:rsidRPr="004F75FB" w:rsidRDefault="004736D9" w:rsidP="007924CB">
      <w:pPr>
        <w:rPr>
          <w:sz w:val="18"/>
          <w:szCs w:val="18"/>
          <w:u w:val="single"/>
        </w:rPr>
      </w:pPr>
    </w:p>
    <w:p w:rsidR="004736D9" w:rsidRPr="00D376B5" w:rsidRDefault="00AC7291" w:rsidP="007924CB">
      <w:pPr>
        <w:rPr>
          <w:b/>
          <w:sz w:val="28"/>
        </w:rPr>
      </w:pPr>
      <w:r>
        <w:rPr>
          <w:sz w:val="28"/>
        </w:rPr>
        <w:t>20.06.2019</w:t>
      </w:r>
      <w:r w:rsidR="004736D9" w:rsidRPr="00697F0D">
        <w:rPr>
          <w:sz w:val="28"/>
        </w:rPr>
        <w:t xml:space="preserve"> </w:t>
      </w:r>
      <w:r w:rsidR="004736D9" w:rsidRPr="00697F0D">
        <w:rPr>
          <w:b/>
          <w:sz w:val="28"/>
        </w:rPr>
        <w:t xml:space="preserve"> </w:t>
      </w:r>
      <w:r w:rsidR="004736D9" w:rsidRPr="00D376B5">
        <w:rPr>
          <w:b/>
          <w:sz w:val="28"/>
        </w:rPr>
        <w:t xml:space="preserve">№ </w:t>
      </w:r>
      <w:r>
        <w:rPr>
          <w:sz w:val="28"/>
        </w:rPr>
        <w:t>1749</w:t>
      </w:r>
      <w:r w:rsidR="004736D9" w:rsidRPr="00D376B5">
        <w:rPr>
          <w:b/>
          <w:sz w:val="28"/>
        </w:rPr>
        <w:t xml:space="preserve">                                   </w:t>
      </w:r>
      <w:r w:rsidR="004736D9" w:rsidRPr="00D376B5">
        <w:rPr>
          <w:b/>
          <w:sz w:val="28"/>
        </w:rPr>
        <w:tab/>
      </w:r>
      <w:r w:rsidR="004736D9" w:rsidRPr="00D376B5">
        <w:rPr>
          <w:b/>
          <w:sz w:val="28"/>
        </w:rPr>
        <w:tab/>
      </w:r>
      <w:r w:rsidR="004736D9">
        <w:rPr>
          <w:b/>
          <w:sz w:val="28"/>
        </w:rPr>
        <w:t xml:space="preserve">     </w:t>
      </w:r>
      <w:r w:rsidR="004736D9">
        <w:rPr>
          <w:b/>
          <w:sz w:val="28"/>
        </w:rPr>
        <w:tab/>
      </w:r>
      <w:r w:rsidR="004736D9" w:rsidRPr="00D376B5">
        <w:rPr>
          <w:b/>
          <w:sz w:val="28"/>
        </w:rPr>
        <w:tab/>
        <w:t xml:space="preserve">  </w:t>
      </w:r>
      <w:r w:rsidR="004736D9">
        <w:rPr>
          <w:b/>
          <w:sz w:val="28"/>
        </w:rPr>
        <w:t xml:space="preserve">         </w:t>
      </w:r>
      <w:r w:rsidR="004736D9" w:rsidRPr="00D376B5">
        <w:rPr>
          <w:b/>
          <w:sz w:val="28"/>
        </w:rPr>
        <w:t>м.Чернівці</w:t>
      </w:r>
    </w:p>
    <w:p w:rsidR="004736D9" w:rsidRDefault="004736D9" w:rsidP="007924CB">
      <w:pPr>
        <w:jc w:val="center"/>
        <w:rPr>
          <w:b/>
          <w:bCs/>
          <w:sz w:val="28"/>
          <w:szCs w:val="28"/>
        </w:rPr>
      </w:pPr>
    </w:p>
    <w:p w:rsidR="004736D9" w:rsidRDefault="004736D9" w:rsidP="007924CB">
      <w:pPr>
        <w:jc w:val="center"/>
        <w:rPr>
          <w:b/>
          <w:bCs/>
          <w:sz w:val="28"/>
          <w:szCs w:val="28"/>
        </w:rPr>
      </w:pPr>
    </w:p>
    <w:p w:rsidR="004736D9" w:rsidRDefault="004736D9" w:rsidP="00253943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Про приватизацію</w:t>
      </w:r>
      <w:r>
        <w:rPr>
          <w:b/>
          <w:sz w:val="28"/>
          <w:szCs w:val="28"/>
        </w:rPr>
        <w:t xml:space="preserve"> об’єкта комунальної власності</w:t>
      </w:r>
    </w:p>
    <w:p w:rsidR="004736D9" w:rsidRDefault="004736D9" w:rsidP="00B54587">
      <w:pPr>
        <w:spacing w:after="240"/>
        <w:jc w:val="center"/>
        <w:rPr>
          <w:b/>
          <w:sz w:val="16"/>
          <w:szCs w:val="16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міста</w:t>
      </w:r>
      <w:r w:rsidRPr="00F56BAB">
        <w:rPr>
          <w:b/>
          <w:sz w:val="28"/>
          <w:szCs w:val="28"/>
        </w:rPr>
        <w:t xml:space="preserve"> Чернівці</w:t>
      </w:r>
      <w:r>
        <w:rPr>
          <w:b/>
          <w:sz w:val="28"/>
          <w:szCs w:val="28"/>
        </w:rPr>
        <w:t>в за адресою</w:t>
      </w:r>
      <w:r>
        <w:rPr>
          <w:sz w:val="28"/>
          <w:szCs w:val="28"/>
        </w:rPr>
        <w:t xml:space="preserve"> </w:t>
      </w:r>
      <w:r w:rsidRPr="000B3493">
        <w:rPr>
          <w:b/>
          <w:sz w:val="28"/>
          <w:szCs w:val="28"/>
        </w:rPr>
        <w:t>вул</w:t>
      </w:r>
      <w:r>
        <w:rPr>
          <w:b/>
          <w:sz w:val="28"/>
          <w:szCs w:val="28"/>
        </w:rPr>
        <w:t>. Університетська</w:t>
      </w:r>
      <w:r w:rsidRPr="000B3493">
        <w:rPr>
          <w:b/>
          <w:sz w:val="28"/>
          <w:szCs w:val="28"/>
        </w:rPr>
        <w:t>, 1</w:t>
      </w:r>
    </w:p>
    <w:p w:rsidR="004736D9" w:rsidRDefault="004736D9" w:rsidP="00A36F8B">
      <w:pPr>
        <w:jc w:val="center"/>
        <w:rPr>
          <w:b/>
          <w:bCs/>
          <w:sz w:val="28"/>
          <w:szCs w:val="28"/>
        </w:rPr>
      </w:pPr>
    </w:p>
    <w:p w:rsidR="004736D9" w:rsidRDefault="004736D9" w:rsidP="00A36F8B">
      <w:pPr>
        <w:jc w:val="center"/>
        <w:rPr>
          <w:b/>
          <w:sz w:val="28"/>
          <w:szCs w:val="28"/>
        </w:rPr>
      </w:pPr>
    </w:p>
    <w:p w:rsidR="004736D9" w:rsidRDefault="004736D9" w:rsidP="00373358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статті 10 Закону України «Про приватизацію державного і комунального майна»,  рішення міської ради від 25.10.2018р. №1461 «Про затвердження переліку об’єктів комунальної власності міста Чернівців, які підлягають приватизації в  2018 – 2019 роках», </w:t>
      </w:r>
      <w:r w:rsidRPr="005F1AB1">
        <w:rPr>
          <w:sz w:val="28"/>
          <w:szCs w:val="28"/>
        </w:rPr>
        <w:t xml:space="preserve"> Чернівецька міська рада</w:t>
      </w:r>
    </w:p>
    <w:p w:rsidR="004736D9" w:rsidRDefault="004736D9" w:rsidP="00373358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4736D9" w:rsidRDefault="004736D9" w:rsidP="00373358">
      <w:pPr>
        <w:jc w:val="center"/>
        <w:rPr>
          <w:b/>
          <w:sz w:val="28"/>
        </w:rPr>
      </w:pPr>
    </w:p>
    <w:p w:rsidR="004736D9" w:rsidRPr="00661EC4" w:rsidRDefault="004736D9" w:rsidP="00373358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4736D9" w:rsidRDefault="004736D9" w:rsidP="00373358">
      <w:pPr>
        <w:jc w:val="both"/>
        <w:rPr>
          <w:sz w:val="16"/>
          <w:szCs w:val="16"/>
        </w:rPr>
      </w:pPr>
    </w:p>
    <w:p w:rsidR="004736D9" w:rsidRPr="00321718" w:rsidRDefault="004736D9" w:rsidP="00373358">
      <w:pPr>
        <w:jc w:val="both"/>
        <w:rPr>
          <w:sz w:val="16"/>
          <w:szCs w:val="16"/>
        </w:rPr>
      </w:pPr>
    </w:p>
    <w:p w:rsidR="004736D9" w:rsidRPr="006F553D" w:rsidRDefault="004736D9" w:rsidP="00A33AA2">
      <w:pPr>
        <w:spacing w:after="240"/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 w:rsidRPr="00EF3891">
        <w:rPr>
          <w:sz w:val="28"/>
          <w:szCs w:val="28"/>
        </w:rPr>
        <w:t xml:space="preserve">Органу приватизації Чернівецької міської </w:t>
      </w:r>
      <w:r>
        <w:rPr>
          <w:sz w:val="28"/>
          <w:szCs w:val="28"/>
        </w:rPr>
        <w:t xml:space="preserve">ради, здійснити приватизацію, шляхом продажу з аукціону об’єкта комунальної власності   </w:t>
      </w:r>
      <w:r>
        <w:rPr>
          <w:b/>
          <w:sz w:val="28"/>
          <w:szCs w:val="28"/>
        </w:rPr>
        <w:t>міста</w:t>
      </w:r>
      <w:r w:rsidRPr="00F56BAB">
        <w:rPr>
          <w:b/>
          <w:sz w:val="28"/>
          <w:szCs w:val="28"/>
        </w:rPr>
        <w:t xml:space="preserve"> Чернівці</w:t>
      </w:r>
      <w:r>
        <w:rPr>
          <w:b/>
          <w:sz w:val="28"/>
          <w:szCs w:val="28"/>
        </w:rPr>
        <w:t>в за адресою</w:t>
      </w:r>
      <w:r>
        <w:rPr>
          <w:sz w:val="28"/>
          <w:szCs w:val="28"/>
        </w:rPr>
        <w:t xml:space="preserve"> </w:t>
      </w:r>
      <w:r w:rsidRPr="000B3493">
        <w:rPr>
          <w:b/>
          <w:sz w:val="28"/>
          <w:szCs w:val="28"/>
        </w:rPr>
        <w:t>вул</w:t>
      </w:r>
      <w:r>
        <w:rPr>
          <w:b/>
          <w:sz w:val="28"/>
          <w:szCs w:val="28"/>
        </w:rPr>
        <w:t>. Університетська</w:t>
      </w:r>
      <w:r w:rsidRPr="000B3493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 xml:space="preserve"> </w:t>
      </w:r>
      <w:r w:rsidRPr="000B3493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,  </w:t>
      </w:r>
      <w:r>
        <w:rPr>
          <w:sz w:val="28"/>
          <w:szCs w:val="28"/>
        </w:rPr>
        <w:t xml:space="preserve">включеного до переліку об’єктів комунальної власності міста Чернівців, які підлягають приватизації в  2018 – 2019 роках (рішення міської ради </w:t>
      </w:r>
      <w:r>
        <w:rPr>
          <w:sz w:val="28"/>
          <w:szCs w:val="28"/>
          <w:lang w:val="en-US"/>
        </w:rPr>
        <w:t>VII</w:t>
      </w:r>
      <w:r w:rsidRPr="00697F0D">
        <w:rPr>
          <w:sz w:val="28"/>
          <w:szCs w:val="28"/>
        </w:rPr>
        <w:t xml:space="preserve"> </w:t>
      </w:r>
      <w:r>
        <w:rPr>
          <w:sz w:val="28"/>
          <w:szCs w:val="28"/>
        </w:rPr>
        <w:t>скликання від 25.10.2018р. №1461)</w:t>
      </w:r>
      <w:r w:rsidRPr="00051D16">
        <w:rPr>
          <w:sz w:val="28"/>
          <w:szCs w:val="28"/>
        </w:rPr>
        <w:t>.</w:t>
      </w:r>
      <w:r w:rsidRPr="000B3493">
        <w:rPr>
          <w:b/>
          <w:sz w:val="28"/>
          <w:szCs w:val="28"/>
        </w:rPr>
        <w:t xml:space="preserve"> </w:t>
      </w:r>
    </w:p>
    <w:p w:rsidR="004736D9" w:rsidRDefault="004736D9" w:rsidP="00A33AA2">
      <w:pPr>
        <w:pStyle w:val="a5"/>
        <w:tabs>
          <w:tab w:val="left" w:pos="0"/>
          <w:tab w:val="left" w:pos="720"/>
        </w:tabs>
        <w:spacing w:after="120"/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веб-порталі Чернівецької міської ради.</w:t>
      </w:r>
    </w:p>
    <w:p w:rsidR="004736D9" w:rsidRDefault="004736D9" w:rsidP="00A33AA2">
      <w:pPr>
        <w:spacing w:after="120"/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4736D9" w:rsidRPr="002C3901" w:rsidRDefault="004736D9" w:rsidP="008D1482">
      <w:pPr>
        <w:pStyle w:val="a5"/>
        <w:tabs>
          <w:tab w:val="left" w:pos="0"/>
        </w:tabs>
        <w:spacing w:after="120"/>
        <w:ind w:left="0" w:right="-99" w:firstLine="0"/>
        <w:rPr>
          <w:b/>
          <w:szCs w:val="28"/>
        </w:rPr>
      </w:pPr>
      <w:r>
        <w:tab/>
      </w:r>
      <w:r>
        <w:rPr>
          <w:b/>
        </w:rPr>
        <w:t xml:space="preserve">4.  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4736D9" w:rsidRDefault="004736D9" w:rsidP="006741B5">
      <w:pPr>
        <w:spacing w:after="120"/>
        <w:ind w:firstLine="708"/>
        <w:jc w:val="both"/>
        <w:rPr>
          <w:sz w:val="28"/>
          <w:szCs w:val="28"/>
        </w:rPr>
      </w:pPr>
    </w:p>
    <w:p w:rsidR="004736D9" w:rsidRPr="00202293" w:rsidRDefault="004736D9" w:rsidP="007924CB">
      <w:pPr>
        <w:ind w:firstLine="708"/>
        <w:jc w:val="both"/>
        <w:rPr>
          <w:sz w:val="28"/>
          <w:szCs w:val="28"/>
        </w:rPr>
      </w:pPr>
    </w:p>
    <w:p w:rsidR="004736D9" w:rsidRDefault="004736D9" w:rsidP="009147B9">
      <w:pPr>
        <w:ind w:right="-87"/>
        <w:jc w:val="both"/>
        <w:rPr>
          <w:b/>
          <w:sz w:val="24"/>
        </w:rPr>
      </w:pPr>
      <w:r w:rsidRPr="00202293">
        <w:rPr>
          <w:b/>
          <w:sz w:val="28"/>
          <w:szCs w:val="28"/>
        </w:rPr>
        <w:t>Чернівецьк</w:t>
      </w:r>
      <w:r w:rsidR="00AC7291"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міськ</w:t>
      </w:r>
      <w:r w:rsidR="00AC7291">
        <w:rPr>
          <w:b/>
          <w:sz w:val="28"/>
          <w:szCs w:val="28"/>
        </w:rPr>
        <w:t>ий голова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 xml:space="preserve">    </w:t>
      </w:r>
      <w:r w:rsidR="00AC7291">
        <w:rPr>
          <w:b/>
          <w:sz w:val="28"/>
          <w:szCs w:val="28"/>
        </w:rPr>
        <w:t>О.Каспрук</w:t>
      </w:r>
    </w:p>
    <w:p w:rsidR="004736D9" w:rsidRPr="00202293" w:rsidRDefault="004736D9" w:rsidP="007924CB">
      <w:pPr>
        <w:ind w:right="-87"/>
        <w:jc w:val="both"/>
        <w:rPr>
          <w:b/>
          <w:sz w:val="28"/>
          <w:szCs w:val="28"/>
        </w:rPr>
      </w:pPr>
    </w:p>
    <w:sectPr w:rsidR="004736D9" w:rsidRPr="00202293" w:rsidSect="006B0BB8">
      <w:headerReference w:type="even" r:id="rId8"/>
      <w:headerReference w:type="default" r:id="rId9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DB3" w:rsidRDefault="00BD2DB3">
      <w:r>
        <w:separator/>
      </w:r>
    </w:p>
  </w:endnote>
  <w:endnote w:type="continuationSeparator" w:id="0">
    <w:p w:rsidR="00BD2DB3" w:rsidRDefault="00BD2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DB3" w:rsidRDefault="00BD2DB3">
      <w:r>
        <w:separator/>
      </w:r>
    </w:p>
  </w:footnote>
  <w:footnote w:type="continuationSeparator" w:id="0">
    <w:p w:rsidR="00BD2DB3" w:rsidRDefault="00BD2D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6D9" w:rsidRDefault="000232A0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4736D9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736D9" w:rsidRDefault="004736D9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6D9" w:rsidRDefault="000232A0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736D9">
      <w:rPr>
        <w:noProof/>
      </w:rPr>
      <w:t>2</w:t>
    </w:r>
    <w:r>
      <w:fldChar w:fldCharType="end"/>
    </w:r>
  </w:p>
  <w:p w:rsidR="004736D9" w:rsidRDefault="004736D9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 w15:restartNumberingAfterBreak="0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 w15:restartNumberingAfterBreak="0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B6F"/>
    <w:rsid w:val="0001133A"/>
    <w:rsid w:val="00011B4B"/>
    <w:rsid w:val="000216A1"/>
    <w:rsid w:val="000232A0"/>
    <w:rsid w:val="0002734A"/>
    <w:rsid w:val="00047A83"/>
    <w:rsid w:val="00047C4A"/>
    <w:rsid w:val="00051D16"/>
    <w:rsid w:val="000545BF"/>
    <w:rsid w:val="0006674D"/>
    <w:rsid w:val="00067598"/>
    <w:rsid w:val="00070689"/>
    <w:rsid w:val="000A3144"/>
    <w:rsid w:val="000B0E44"/>
    <w:rsid w:val="000B3493"/>
    <w:rsid w:val="000C165F"/>
    <w:rsid w:val="000D2095"/>
    <w:rsid w:val="000F63ED"/>
    <w:rsid w:val="0011310F"/>
    <w:rsid w:val="00115540"/>
    <w:rsid w:val="00125A67"/>
    <w:rsid w:val="00136CD2"/>
    <w:rsid w:val="00141326"/>
    <w:rsid w:val="001546DA"/>
    <w:rsid w:val="00180641"/>
    <w:rsid w:val="00185947"/>
    <w:rsid w:val="001C24F0"/>
    <w:rsid w:val="001D18F5"/>
    <w:rsid w:val="001D58FE"/>
    <w:rsid w:val="001D658A"/>
    <w:rsid w:val="001D7CEB"/>
    <w:rsid w:val="001E0FF9"/>
    <w:rsid w:val="001E351A"/>
    <w:rsid w:val="001F09EC"/>
    <w:rsid w:val="001F3B0A"/>
    <w:rsid w:val="00200891"/>
    <w:rsid w:val="00202293"/>
    <w:rsid w:val="00207F88"/>
    <w:rsid w:val="00253943"/>
    <w:rsid w:val="00266E60"/>
    <w:rsid w:val="002670E2"/>
    <w:rsid w:val="00272412"/>
    <w:rsid w:val="00275F56"/>
    <w:rsid w:val="00277E70"/>
    <w:rsid w:val="002834F5"/>
    <w:rsid w:val="00283571"/>
    <w:rsid w:val="002A57B0"/>
    <w:rsid w:val="002A7DA3"/>
    <w:rsid w:val="002B7476"/>
    <w:rsid w:val="002C0943"/>
    <w:rsid w:val="002C3901"/>
    <w:rsid w:val="002D6219"/>
    <w:rsid w:val="002D771D"/>
    <w:rsid w:val="002E2250"/>
    <w:rsid w:val="002E3522"/>
    <w:rsid w:val="00321718"/>
    <w:rsid w:val="00322F50"/>
    <w:rsid w:val="00323889"/>
    <w:rsid w:val="00326B48"/>
    <w:rsid w:val="00327744"/>
    <w:rsid w:val="00335CA7"/>
    <w:rsid w:val="00340934"/>
    <w:rsid w:val="00366A08"/>
    <w:rsid w:val="00373358"/>
    <w:rsid w:val="00381568"/>
    <w:rsid w:val="003A2A1B"/>
    <w:rsid w:val="003A695D"/>
    <w:rsid w:val="003B7167"/>
    <w:rsid w:val="003C435B"/>
    <w:rsid w:val="003C5984"/>
    <w:rsid w:val="003F2272"/>
    <w:rsid w:val="00402D50"/>
    <w:rsid w:val="00403A27"/>
    <w:rsid w:val="004123BA"/>
    <w:rsid w:val="00420CFD"/>
    <w:rsid w:val="004341F8"/>
    <w:rsid w:val="004432F0"/>
    <w:rsid w:val="00443A6C"/>
    <w:rsid w:val="004445F3"/>
    <w:rsid w:val="0044798B"/>
    <w:rsid w:val="00450766"/>
    <w:rsid w:val="004676AA"/>
    <w:rsid w:val="0047038B"/>
    <w:rsid w:val="004736D9"/>
    <w:rsid w:val="00476383"/>
    <w:rsid w:val="004931EF"/>
    <w:rsid w:val="00493D81"/>
    <w:rsid w:val="00494C4F"/>
    <w:rsid w:val="004B6F9C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5C32"/>
    <w:rsid w:val="005543A5"/>
    <w:rsid w:val="00555316"/>
    <w:rsid w:val="00560E75"/>
    <w:rsid w:val="0057779C"/>
    <w:rsid w:val="0059017D"/>
    <w:rsid w:val="00592644"/>
    <w:rsid w:val="005A2EC6"/>
    <w:rsid w:val="005A5551"/>
    <w:rsid w:val="005B26FE"/>
    <w:rsid w:val="005B3072"/>
    <w:rsid w:val="005C78C2"/>
    <w:rsid w:val="005D6220"/>
    <w:rsid w:val="005E262C"/>
    <w:rsid w:val="005F1AB1"/>
    <w:rsid w:val="0060500B"/>
    <w:rsid w:val="006153CF"/>
    <w:rsid w:val="00616606"/>
    <w:rsid w:val="006215C8"/>
    <w:rsid w:val="00627AC8"/>
    <w:rsid w:val="00633DFD"/>
    <w:rsid w:val="00642A06"/>
    <w:rsid w:val="00643547"/>
    <w:rsid w:val="00643AB1"/>
    <w:rsid w:val="006455C0"/>
    <w:rsid w:val="0066082F"/>
    <w:rsid w:val="00661EC4"/>
    <w:rsid w:val="00667A4B"/>
    <w:rsid w:val="006741B5"/>
    <w:rsid w:val="006804F1"/>
    <w:rsid w:val="00692B44"/>
    <w:rsid w:val="00693255"/>
    <w:rsid w:val="00693FCD"/>
    <w:rsid w:val="00697F0D"/>
    <w:rsid w:val="006A5615"/>
    <w:rsid w:val="006A69F1"/>
    <w:rsid w:val="006A7E55"/>
    <w:rsid w:val="006B0BB8"/>
    <w:rsid w:val="006B68CB"/>
    <w:rsid w:val="006B7704"/>
    <w:rsid w:val="006D019A"/>
    <w:rsid w:val="006F4731"/>
    <w:rsid w:val="006F553D"/>
    <w:rsid w:val="007253AF"/>
    <w:rsid w:val="0074020D"/>
    <w:rsid w:val="0074222A"/>
    <w:rsid w:val="00765179"/>
    <w:rsid w:val="0078587A"/>
    <w:rsid w:val="00786632"/>
    <w:rsid w:val="007924CB"/>
    <w:rsid w:val="00795202"/>
    <w:rsid w:val="007A547E"/>
    <w:rsid w:val="007B716F"/>
    <w:rsid w:val="007C0CBB"/>
    <w:rsid w:val="007C4DC5"/>
    <w:rsid w:val="007D1747"/>
    <w:rsid w:val="007D7557"/>
    <w:rsid w:val="007E32AD"/>
    <w:rsid w:val="007E7A83"/>
    <w:rsid w:val="00806DB3"/>
    <w:rsid w:val="00811578"/>
    <w:rsid w:val="00813F95"/>
    <w:rsid w:val="00814577"/>
    <w:rsid w:val="00820318"/>
    <w:rsid w:val="00823ACB"/>
    <w:rsid w:val="00826953"/>
    <w:rsid w:val="00856978"/>
    <w:rsid w:val="008660A9"/>
    <w:rsid w:val="00870058"/>
    <w:rsid w:val="00883D75"/>
    <w:rsid w:val="00886BA4"/>
    <w:rsid w:val="00887302"/>
    <w:rsid w:val="00890C82"/>
    <w:rsid w:val="00894CD8"/>
    <w:rsid w:val="00895898"/>
    <w:rsid w:val="008A2E84"/>
    <w:rsid w:val="008A54D4"/>
    <w:rsid w:val="008B05DB"/>
    <w:rsid w:val="008B5FC5"/>
    <w:rsid w:val="008C71C6"/>
    <w:rsid w:val="008D1482"/>
    <w:rsid w:val="008D79C4"/>
    <w:rsid w:val="008F11CD"/>
    <w:rsid w:val="008F172F"/>
    <w:rsid w:val="008F5CDC"/>
    <w:rsid w:val="009014AB"/>
    <w:rsid w:val="009020A6"/>
    <w:rsid w:val="009147B9"/>
    <w:rsid w:val="00924E3D"/>
    <w:rsid w:val="00930DE5"/>
    <w:rsid w:val="00934809"/>
    <w:rsid w:val="0095602C"/>
    <w:rsid w:val="00956646"/>
    <w:rsid w:val="00956BB0"/>
    <w:rsid w:val="0096047D"/>
    <w:rsid w:val="009702BD"/>
    <w:rsid w:val="0097449B"/>
    <w:rsid w:val="00975431"/>
    <w:rsid w:val="00982F60"/>
    <w:rsid w:val="009905F3"/>
    <w:rsid w:val="00990835"/>
    <w:rsid w:val="00994AF4"/>
    <w:rsid w:val="009B4E86"/>
    <w:rsid w:val="009B73B4"/>
    <w:rsid w:val="009C0004"/>
    <w:rsid w:val="009D20CC"/>
    <w:rsid w:val="009D65C8"/>
    <w:rsid w:val="009D6B6F"/>
    <w:rsid w:val="009D7E89"/>
    <w:rsid w:val="009F1672"/>
    <w:rsid w:val="00A12DE2"/>
    <w:rsid w:val="00A202BA"/>
    <w:rsid w:val="00A20443"/>
    <w:rsid w:val="00A20745"/>
    <w:rsid w:val="00A25C68"/>
    <w:rsid w:val="00A33AA2"/>
    <w:rsid w:val="00A36F8B"/>
    <w:rsid w:val="00A41436"/>
    <w:rsid w:val="00A50CA5"/>
    <w:rsid w:val="00A546DA"/>
    <w:rsid w:val="00A66D3D"/>
    <w:rsid w:val="00A67197"/>
    <w:rsid w:val="00A6769E"/>
    <w:rsid w:val="00A716D3"/>
    <w:rsid w:val="00A75194"/>
    <w:rsid w:val="00A94971"/>
    <w:rsid w:val="00AA376C"/>
    <w:rsid w:val="00AA7803"/>
    <w:rsid w:val="00AB1D3C"/>
    <w:rsid w:val="00AC7291"/>
    <w:rsid w:val="00AD2FD2"/>
    <w:rsid w:val="00B05CF9"/>
    <w:rsid w:val="00B05E76"/>
    <w:rsid w:val="00B10576"/>
    <w:rsid w:val="00B13710"/>
    <w:rsid w:val="00B14F67"/>
    <w:rsid w:val="00B1598F"/>
    <w:rsid w:val="00B237D7"/>
    <w:rsid w:val="00B3682F"/>
    <w:rsid w:val="00B401AC"/>
    <w:rsid w:val="00B45C87"/>
    <w:rsid w:val="00B544CD"/>
    <w:rsid w:val="00B54587"/>
    <w:rsid w:val="00B563E7"/>
    <w:rsid w:val="00B742D0"/>
    <w:rsid w:val="00B90117"/>
    <w:rsid w:val="00B973D6"/>
    <w:rsid w:val="00BA020C"/>
    <w:rsid w:val="00BD2DB3"/>
    <w:rsid w:val="00C13289"/>
    <w:rsid w:val="00C260A4"/>
    <w:rsid w:val="00C27407"/>
    <w:rsid w:val="00C448A6"/>
    <w:rsid w:val="00C47704"/>
    <w:rsid w:val="00C619C4"/>
    <w:rsid w:val="00C649F4"/>
    <w:rsid w:val="00C669D9"/>
    <w:rsid w:val="00C74709"/>
    <w:rsid w:val="00C80D7B"/>
    <w:rsid w:val="00C84B86"/>
    <w:rsid w:val="00C90F15"/>
    <w:rsid w:val="00CA32F6"/>
    <w:rsid w:val="00CB1DF5"/>
    <w:rsid w:val="00CB4696"/>
    <w:rsid w:val="00CB56FB"/>
    <w:rsid w:val="00CC1383"/>
    <w:rsid w:val="00CC5533"/>
    <w:rsid w:val="00CC7E6A"/>
    <w:rsid w:val="00CD6DCE"/>
    <w:rsid w:val="00CD7B32"/>
    <w:rsid w:val="00D04E60"/>
    <w:rsid w:val="00D06D9D"/>
    <w:rsid w:val="00D10BCC"/>
    <w:rsid w:val="00D23035"/>
    <w:rsid w:val="00D26CCF"/>
    <w:rsid w:val="00D27DC6"/>
    <w:rsid w:val="00D33054"/>
    <w:rsid w:val="00D376B5"/>
    <w:rsid w:val="00D4093F"/>
    <w:rsid w:val="00D430E9"/>
    <w:rsid w:val="00D74380"/>
    <w:rsid w:val="00D8435B"/>
    <w:rsid w:val="00D97FF7"/>
    <w:rsid w:val="00DB71C3"/>
    <w:rsid w:val="00DC3772"/>
    <w:rsid w:val="00DC4DBE"/>
    <w:rsid w:val="00DC79EA"/>
    <w:rsid w:val="00DF15EC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534D3"/>
    <w:rsid w:val="00E539A9"/>
    <w:rsid w:val="00E718C9"/>
    <w:rsid w:val="00E75C8E"/>
    <w:rsid w:val="00E760C9"/>
    <w:rsid w:val="00E76C5B"/>
    <w:rsid w:val="00E82051"/>
    <w:rsid w:val="00E836C9"/>
    <w:rsid w:val="00E83DDB"/>
    <w:rsid w:val="00E94E6D"/>
    <w:rsid w:val="00EA71C4"/>
    <w:rsid w:val="00EB4555"/>
    <w:rsid w:val="00EB5907"/>
    <w:rsid w:val="00EB751B"/>
    <w:rsid w:val="00EC2E1E"/>
    <w:rsid w:val="00ED0ED5"/>
    <w:rsid w:val="00ED669E"/>
    <w:rsid w:val="00EE0354"/>
    <w:rsid w:val="00EF2AAA"/>
    <w:rsid w:val="00EF3891"/>
    <w:rsid w:val="00EF527C"/>
    <w:rsid w:val="00F25F74"/>
    <w:rsid w:val="00F4680B"/>
    <w:rsid w:val="00F56BAB"/>
    <w:rsid w:val="00F627D9"/>
    <w:rsid w:val="00F677A3"/>
    <w:rsid w:val="00F80F91"/>
    <w:rsid w:val="00F952DA"/>
    <w:rsid w:val="00FB04C8"/>
    <w:rsid w:val="00FB4634"/>
    <w:rsid w:val="00FB4B4B"/>
    <w:rsid w:val="00FB6858"/>
    <w:rsid w:val="00FC082A"/>
    <w:rsid w:val="00FC5DE6"/>
    <w:rsid w:val="00FC6242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CA76BDE7-15D2-4DF6-889E-D0EF4507F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6FB"/>
    <w:rPr>
      <w:sz w:val="20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</w:pPr>
    <w:rPr>
      <w:sz w:val="20"/>
      <w:szCs w:val="20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Заголовок Знак"/>
    <w:basedOn w:val="a0"/>
    <w:link w:val="a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0">
    <w:name w:val="List Paragraph"/>
    <w:basedOn w:val="a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480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72;&#1090;&#1103;\&#1055;&#1088;&#1080;&#1074;&#1072;&#1090;&#1080;&#1079;&#1072;&#1094;&#1110;&#1103;\&#1059;&#1085;&#1110;&#1074;&#1077;&#1088;&#1089;&#1080;&#1090;&#1077;&#1090;&#1089;&#1100;&#1082;&#1072;,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Університетська,1.dot</Template>
  <TotalTime>0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Катя</dc:creator>
  <cp:keywords/>
  <dc:description/>
  <cp:lastModifiedBy>kompvid2</cp:lastModifiedBy>
  <cp:revision>2</cp:revision>
  <cp:lastPrinted>2019-03-06T15:13:00Z</cp:lastPrinted>
  <dcterms:created xsi:type="dcterms:W3CDTF">2019-07-05T11:57:00Z</dcterms:created>
  <dcterms:modified xsi:type="dcterms:W3CDTF">2019-07-05T11:57:00Z</dcterms:modified>
</cp:coreProperties>
</file>