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89E" w:rsidRDefault="00DC189E" w:rsidP="004F75FB">
      <w:pPr>
        <w:pStyle w:val="Title1"/>
        <w:widowControl/>
        <w:rPr>
          <w:sz w:val="28"/>
        </w:rPr>
      </w:pPr>
      <w:r w:rsidRPr="000C58F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DC189E" w:rsidRPr="0001133A" w:rsidRDefault="00DC189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C189E" w:rsidRDefault="00DC189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DC189E" w:rsidRDefault="00DC189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70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DC189E" w:rsidRPr="00277E70" w:rsidRDefault="00DC189E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DC189E" w:rsidRPr="004F75FB" w:rsidRDefault="00DC189E" w:rsidP="007924CB">
      <w:pPr>
        <w:rPr>
          <w:sz w:val="18"/>
          <w:szCs w:val="18"/>
          <w:u w:val="single"/>
        </w:rPr>
      </w:pPr>
    </w:p>
    <w:p w:rsidR="00DC189E" w:rsidRPr="00D376B5" w:rsidRDefault="00DC189E" w:rsidP="007924CB">
      <w:pPr>
        <w:rPr>
          <w:b/>
          <w:sz w:val="28"/>
        </w:rPr>
      </w:pPr>
      <w:r>
        <w:rPr>
          <w:sz w:val="28"/>
          <w:u w:val="single"/>
        </w:rPr>
        <w:t>_20.06.2019_</w:t>
      </w:r>
      <w:r w:rsidRPr="00D376B5">
        <w:rPr>
          <w:b/>
          <w:sz w:val="28"/>
        </w:rPr>
        <w:t xml:space="preserve">  № </w:t>
      </w:r>
      <w:r w:rsidRPr="00041958">
        <w:rPr>
          <w:sz w:val="28"/>
          <w:u w:val="single"/>
        </w:rPr>
        <w:t>_1746_</w:t>
      </w:r>
      <w:r w:rsidRPr="00041958">
        <w:rPr>
          <w:sz w:val="28"/>
        </w:rPr>
        <w:t xml:space="preserve">  </w:t>
      </w:r>
      <w:r w:rsidRPr="00D376B5">
        <w:rPr>
          <w:b/>
          <w:sz w:val="28"/>
        </w:rPr>
        <w:t xml:space="preserve">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DC189E" w:rsidRDefault="00DC189E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DC189E" w:rsidRDefault="00DC189E" w:rsidP="007924CB">
      <w:pPr>
        <w:jc w:val="center"/>
        <w:rPr>
          <w:b/>
          <w:bCs/>
          <w:sz w:val="28"/>
          <w:szCs w:val="28"/>
        </w:rPr>
      </w:pPr>
    </w:p>
    <w:p w:rsidR="00DC189E" w:rsidRPr="00493D81" w:rsidRDefault="00DC189E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внесення змін до Порядку надання дозволу на заставу та іпотеку майна, що є комунальною власністю територіальної громади м.Чернівців</w:t>
      </w:r>
    </w:p>
    <w:bookmarkEnd w:id="0"/>
    <w:p w:rsidR="00DC189E" w:rsidRDefault="00DC189E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DC189E" w:rsidRDefault="00DC189E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DC189E" w:rsidRDefault="00DC189E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DC189E" w:rsidRDefault="00DC189E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DC189E" w:rsidRDefault="00DC189E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00141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DC189E" w:rsidRDefault="00DC189E" w:rsidP="007924CB">
      <w:pPr>
        <w:pStyle w:val="BodyText"/>
        <w:ind w:firstLine="720"/>
      </w:pPr>
      <w:r>
        <w:t xml:space="preserve"> </w:t>
      </w:r>
    </w:p>
    <w:p w:rsidR="00DC189E" w:rsidRPr="00661EC4" w:rsidRDefault="00DC189E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DC189E" w:rsidRDefault="00DC189E" w:rsidP="007924CB">
      <w:pPr>
        <w:jc w:val="both"/>
        <w:rPr>
          <w:sz w:val="16"/>
          <w:szCs w:val="16"/>
        </w:rPr>
      </w:pPr>
    </w:p>
    <w:p w:rsidR="00DC189E" w:rsidRPr="00321718" w:rsidRDefault="00DC189E" w:rsidP="007924CB">
      <w:pPr>
        <w:jc w:val="both"/>
        <w:rPr>
          <w:sz w:val="16"/>
          <w:szCs w:val="16"/>
        </w:rPr>
      </w:pPr>
    </w:p>
    <w:p w:rsidR="00DC189E" w:rsidRDefault="00DC189E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>Внести зміни до По</w:t>
      </w:r>
      <w:r>
        <w:rPr>
          <w:sz w:val="28"/>
          <w:szCs w:val="28"/>
        </w:rPr>
        <w:t xml:space="preserve">рядку надання дозволу на заставу та іпотеку майна, що є </w:t>
      </w:r>
      <w:r w:rsidRPr="00FB612C">
        <w:rPr>
          <w:sz w:val="28"/>
          <w:szCs w:val="28"/>
        </w:rPr>
        <w:t>комунально</w:t>
      </w:r>
      <w:r>
        <w:rPr>
          <w:sz w:val="28"/>
          <w:szCs w:val="28"/>
        </w:rPr>
        <w:t>ю</w:t>
      </w:r>
      <w:r w:rsidRPr="00FB612C">
        <w:rPr>
          <w:sz w:val="28"/>
          <w:szCs w:val="28"/>
        </w:rPr>
        <w:t xml:space="preserve"> власн</w:t>
      </w:r>
      <w:r>
        <w:rPr>
          <w:sz w:val="28"/>
          <w:szCs w:val="28"/>
        </w:rPr>
        <w:t>і</w:t>
      </w:r>
      <w:r w:rsidRPr="00FB612C">
        <w:rPr>
          <w:sz w:val="28"/>
          <w:szCs w:val="28"/>
        </w:rPr>
        <w:t>ст</w:t>
      </w:r>
      <w:r>
        <w:rPr>
          <w:sz w:val="28"/>
          <w:szCs w:val="28"/>
        </w:rPr>
        <w:t>ю</w:t>
      </w:r>
      <w:r w:rsidRPr="00FB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</w:t>
      </w:r>
      <w:r w:rsidRPr="00FB612C">
        <w:rPr>
          <w:sz w:val="28"/>
          <w:szCs w:val="28"/>
        </w:rPr>
        <w:t>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31.03.2011р. № 91, а саме: у тексті Порядку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DC189E" w:rsidRPr="002A7DA3" w:rsidRDefault="00DC189E" w:rsidP="007924CB">
      <w:pPr>
        <w:ind w:firstLine="720"/>
        <w:jc w:val="both"/>
        <w:rPr>
          <w:sz w:val="28"/>
          <w:szCs w:val="28"/>
        </w:rPr>
      </w:pPr>
    </w:p>
    <w:p w:rsidR="00DC189E" w:rsidRPr="00950C0B" w:rsidRDefault="00DC189E" w:rsidP="00FB612C">
      <w:pPr>
        <w:pStyle w:val="BodyTextIndent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C189E" w:rsidRPr="006B0BB8" w:rsidRDefault="00DC189E" w:rsidP="007924CB">
      <w:pPr>
        <w:pStyle w:val="BodyTextIndent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DC189E" w:rsidRDefault="00DC189E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DC189E" w:rsidRPr="006B0BB8" w:rsidRDefault="00DC189E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DC189E" w:rsidRPr="002C3901" w:rsidRDefault="00DC189E" w:rsidP="007924CB">
      <w:pPr>
        <w:pStyle w:val="BodyTextIndent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DC189E" w:rsidRDefault="00DC189E" w:rsidP="007924CB">
      <w:pPr>
        <w:ind w:firstLine="708"/>
        <w:jc w:val="both"/>
        <w:rPr>
          <w:sz w:val="28"/>
          <w:szCs w:val="28"/>
        </w:rPr>
      </w:pPr>
    </w:p>
    <w:p w:rsidR="00DC189E" w:rsidRDefault="00DC189E" w:rsidP="007924CB">
      <w:pPr>
        <w:ind w:firstLine="708"/>
        <w:jc w:val="both"/>
        <w:rPr>
          <w:sz w:val="28"/>
          <w:szCs w:val="28"/>
        </w:rPr>
      </w:pPr>
    </w:p>
    <w:p w:rsidR="00DC189E" w:rsidRPr="009147B9" w:rsidRDefault="00DC189E" w:rsidP="00EA4398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DC189E" w:rsidRDefault="00DC189E" w:rsidP="007924CB">
      <w:pPr>
        <w:ind w:firstLine="708"/>
        <w:jc w:val="both"/>
        <w:rPr>
          <w:sz w:val="28"/>
          <w:szCs w:val="28"/>
        </w:rPr>
      </w:pPr>
    </w:p>
    <w:p w:rsidR="00DC189E" w:rsidRPr="00202293" w:rsidRDefault="00DC189E" w:rsidP="007924CB">
      <w:pPr>
        <w:ind w:firstLine="708"/>
        <w:jc w:val="both"/>
        <w:rPr>
          <w:sz w:val="28"/>
          <w:szCs w:val="28"/>
        </w:rPr>
      </w:pPr>
    </w:p>
    <w:p w:rsidR="00DC189E" w:rsidRPr="00924E3D" w:rsidRDefault="00DC189E" w:rsidP="00EA4398">
      <w:pPr>
        <w:ind w:right="-87"/>
        <w:jc w:val="both"/>
        <w:rPr>
          <w:lang w:val="ru-RU"/>
        </w:rPr>
      </w:pPr>
    </w:p>
    <w:sectPr w:rsidR="00DC189E" w:rsidRPr="00924E3D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89E" w:rsidRDefault="00DC189E">
      <w:r>
        <w:separator/>
      </w:r>
    </w:p>
  </w:endnote>
  <w:endnote w:type="continuationSeparator" w:id="0">
    <w:p w:rsidR="00DC189E" w:rsidRDefault="00DC1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89E" w:rsidRDefault="00DC189E">
      <w:r>
        <w:separator/>
      </w:r>
    </w:p>
  </w:footnote>
  <w:footnote w:type="continuationSeparator" w:id="0">
    <w:p w:rsidR="00DC189E" w:rsidRDefault="00DC1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9E" w:rsidRDefault="00DC189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189E" w:rsidRDefault="00DC189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9E" w:rsidRDefault="00DC189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C189E" w:rsidRDefault="00DC189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01418"/>
    <w:rsid w:val="0001133A"/>
    <w:rsid w:val="00011B4B"/>
    <w:rsid w:val="000216A1"/>
    <w:rsid w:val="0002734A"/>
    <w:rsid w:val="0004032D"/>
    <w:rsid w:val="00041958"/>
    <w:rsid w:val="0004518F"/>
    <w:rsid w:val="00047A83"/>
    <w:rsid w:val="00047C4A"/>
    <w:rsid w:val="0006674D"/>
    <w:rsid w:val="00070689"/>
    <w:rsid w:val="000A3968"/>
    <w:rsid w:val="000B0E44"/>
    <w:rsid w:val="000C165F"/>
    <w:rsid w:val="000C1D84"/>
    <w:rsid w:val="000C58F1"/>
    <w:rsid w:val="000D2095"/>
    <w:rsid w:val="000E7926"/>
    <w:rsid w:val="000F63ED"/>
    <w:rsid w:val="00103D34"/>
    <w:rsid w:val="0011310F"/>
    <w:rsid w:val="00115540"/>
    <w:rsid w:val="00116A31"/>
    <w:rsid w:val="00125A67"/>
    <w:rsid w:val="0012769B"/>
    <w:rsid w:val="00135A3E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49FD"/>
    <w:rsid w:val="002A57B0"/>
    <w:rsid w:val="002A7DA3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045FE"/>
    <w:rsid w:val="00420CFD"/>
    <w:rsid w:val="00436F36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F08D1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40E4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6F5E84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978"/>
    <w:rsid w:val="008660A9"/>
    <w:rsid w:val="0086760F"/>
    <w:rsid w:val="00870058"/>
    <w:rsid w:val="00883D75"/>
    <w:rsid w:val="00886BA4"/>
    <w:rsid w:val="00887302"/>
    <w:rsid w:val="00890C82"/>
    <w:rsid w:val="00892674"/>
    <w:rsid w:val="00895898"/>
    <w:rsid w:val="008B05DB"/>
    <w:rsid w:val="008B5FC5"/>
    <w:rsid w:val="008C5301"/>
    <w:rsid w:val="008C71C6"/>
    <w:rsid w:val="008D3006"/>
    <w:rsid w:val="008D79C4"/>
    <w:rsid w:val="008F172F"/>
    <w:rsid w:val="009020A6"/>
    <w:rsid w:val="00910975"/>
    <w:rsid w:val="009147B9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65C8"/>
    <w:rsid w:val="009D7E89"/>
    <w:rsid w:val="009F1672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AE1001"/>
    <w:rsid w:val="00B05CF9"/>
    <w:rsid w:val="00B05E76"/>
    <w:rsid w:val="00B10576"/>
    <w:rsid w:val="00B237D7"/>
    <w:rsid w:val="00B3682F"/>
    <w:rsid w:val="00B45C87"/>
    <w:rsid w:val="00B544CD"/>
    <w:rsid w:val="00B64C97"/>
    <w:rsid w:val="00BA1641"/>
    <w:rsid w:val="00BE01F3"/>
    <w:rsid w:val="00C13289"/>
    <w:rsid w:val="00C27407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1D37"/>
    <w:rsid w:val="00CC5533"/>
    <w:rsid w:val="00CC7E6A"/>
    <w:rsid w:val="00CD4524"/>
    <w:rsid w:val="00D04E60"/>
    <w:rsid w:val="00D06D9D"/>
    <w:rsid w:val="00D10BCC"/>
    <w:rsid w:val="00D313C9"/>
    <w:rsid w:val="00D376B5"/>
    <w:rsid w:val="00D4093F"/>
    <w:rsid w:val="00D64726"/>
    <w:rsid w:val="00D97FF7"/>
    <w:rsid w:val="00DB71C3"/>
    <w:rsid w:val="00DC189E"/>
    <w:rsid w:val="00DC3772"/>
    <w:rsid w:val="00DC79EA"/>
    <w:rsid w:val="00DF23C7"/>
    <w:rsid w:val="00DF54D6"/>
    <w:rsid w:val="00DF56F1"/>
    <w:rsid w:val="00E02474"/>
    <w:rsid w:val="00E03EBC"/>
    <w:rsid w:val="00E057B7"/>
    <w:rsid w:val="00E114A6"/>
    <w:rsid w:val="00E142A7"/>
    <w:rsid w:val="00E16FD7"/>
    <w:rsid w:val="00E41B52"/>
    <w:rsid w:val="00E539A9"/>
    <w:rsid w:val="00E74FF9"/>
    <w:rsid w:val="00E76C5B"/>
    <w:rsid w:val="00E82051"/>
    <w:rsid w:val="00E83DDB"/>
    <w:rsid w:val="00E936D7"/>
    <w:rsid w:val="00EA4398"/>
    <w:rsid w:val="00EA71C4"/>
    <w:rsid w:val="00EB4555"/>
    <w:rsid w:val="00EB5907"/>
    <w:rsid w:val="00EC2E1E"/>
    <w:rsid w:val="00EF2AAA"/>
    <w:rsid w:val="00EF527C"/>
    <w:rsid w:val="00F24162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1</Pages>
  <Words>228</Words>
  <Characters>1303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user</cp:lastModifiedBy>
  <cp:revision>9</cp:revision>
  <cp:lastPrinted>2019-06-25T12:02:00Z</cp:lastPrinted>
  <dcterms:created xsi:type="dcterms:W3CDTF">2019-03-21T13:28:00Z</dcterms:created>
  <dcterms:modified xsi:type="dcterms:W3CDTF">2019-08-27T13:12:00Z</dcterms:modified>
</cp:coreProperties>
</file>