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789" w:rsidRPr="00B0208E" w:rsidRDefault="00AD1789" w:rsidP="00F31481">
      <w:pPr>
        <w:ind w:left="4248"/>
        <w:rPr>
          <w:b/>
          <w:bCs/>
          <w:sz w:val="36"/>
          <w:szCs w:val="36"/>
          <w:lang w:val="uk-UA"/>
        </w:rPr>
      </w:pPr>
      <w:r w:rsidRPr="00B0208E">
        <w:rPr>
          <w:b/>
          <w:bCs/>
          <w:sz w:val="36"/>
          <w:szCs w:val="36"/>
          <w:lang w:val="uk-UA"/>
        </w:rP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3.5pt" o:ole="" fillcolor="window">
            <v:imagedata r:id="rId4" o:title=""/>
          </v:shape>
          <o:OLEObject Type="Embed" ProgID="Word.Picture.8" ShapeID="_x0000_i1025" DrawAspect="Content" ObjectID="_1576565589" r:id="rId5"/>
        </w:object>
      </w:r>
    </w:p>
    <w:p w:rsidR="00AD1789" w:rsidRPr="00B0208E" w:rsidRDefault="00AD1789" w:rsidP="002C2A69">
      <w:pPr>
        <w:jc w:val="center"/>
        <w:rPr>
          <w:b/>
          <w:bCs/>
          <w:sz w:val="36"/>
          <w:szCs w:val="36"/>
        </w:rPr>
      </w:pPr>
      <w:r w:rsidRPr="00B0208E">
        <w:rPr>
          <w:b/>
          <w:bCs/>
          <w:sz w:val="36"/>
          <w:szCs w:val="36"/>
        </w:rPr>
        <w:t>УКРАЇНА</w:t>
      </w:r>
    </w:p>
    <w:p w:rsidR="00AD1789" w:rsidRPr="00B0208E" w:rsidRDefault="00AD1789" w:rsidP="002C2A69">
      <w:pPr>
        <w:jc w:val="center"/>
        <w:rPr>
          <w:b/>
          <w:bCs/>
          <w:i/>
          <w:iCs/>
          <w:sz w:val="36"/>
          <w:szCs w:val="36"/>
        </w:rPr>
      </w:pPr>
      <w:r w:rsidRPr="00B0208E">
        <w:rPr>
          <w:b/>
          <w:bCs/>
          <w:sz w:val="36"/>
          <w:szCs w:val="36"/>
        </w:rPr>
        <w:t>Чернівецькаміська  рада</w:t>
      </w:r>
    </w:p>
    <w:p w:rsidR="00AD1789" w:rsidRPr="00B0208E" w:rsidRDefault="00AD1789" w:rsidP="002C2A69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43</w:t>
      </w:r>
      <w:r w:rsidRPr="00B0208E">
        <w:rPr>
          <w:b/>
          <w:bCs/>
          <w:sz w:val="36"/>
          <w:szCs w:val="36"/>
          <w:lang w:val="uk-UA"/>
        </w:rPr>
        <w:t xml:space="preserve"> сесія VІІ скликання</w:t>
      </w:r>
    </w:p>
    <w:p w:rsidR="00AD1789" w:rsidRPr="00B0208E" w:rsidRDefault="00AD1789" w:rsidP="002C2A69">
      <w:pPr>
        <w:jc w:val="center"/>
        <w:rPr>
          <w:b/>
          <w:bCs/>
          <w:sz w:val="36"/>
          <w:szCs w:val="36"/>
        </w:rPr>
      </w:pPr>
      <w:r w:rsidRPr="00B0208E">
        <w:rPr>
          <w:b/>
          <w:bCs/>
          <w:sz w:val="36"/>
          <w:szCs w:val="36"/>
        </w:rPr>
        <w:t>Р І Ш Е Н Н Я</w:t>
      </w:r>
    </w:p>
    <w:p w:rsidR="00AD1789" w:rsidRPr="00E14112" w:rsidRDefault="00AD1789" w:rsidP="002C2A69">
      <w:pPr>
        <w:jc w:val="center"/>
        <w:rPr>
          <w:b/>
          <w:bCs/>
          <w:sz w:val="32"/>
          <w:szCs w:val="32"/>
          <w:lang w:val="uk-UA"/>
        </w:rPr>
      </w:pPr>
    </w:p>
    <w:p w:rsidR="00AD1789" w:rsidRDefault="00AD1789" w:rsidP="002C2A69">
      <w:pPr>
        <w:jc w:val="center"/>
        <w:rPr>
          <w:b/>
          <w:bCs/>
          <w:lang w:val="uk-UA"/>
        </w:rPr>
      </w:pPr>
    </w:p>
    <w:p w:rsidR="00AD1789" w:rsidRDefault="00AD1789" w:rsidP="002C2A69">
      <w:pPr>
        <w:jc w:val="both"/>
        <w:rPr>
          <w:lang w:val="uk-UA"/>
        </w:rPr>
      </w:pPr>
      <w:r>
        <w:rPr>
          <w:lang w:val="uk-UA"/>
        </w:rPr>
        <w:t>30.11.2017 № 963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м.Чернівці</w:t>
      </w:r>
    </w:p>
    <w:p w:rsidR="00AD1789" w:rsidRDefault="00AD1789" w:rsidP="002C2A69">
      <w:pPr>
        <w:rPr>
          <w:lang w:val="uk-UA"/>
        </w:rPr>
      </w:pPr>
    </w:p>
    <w:p w:rsidR="00AD1789" w:rsidRDefault="00AD1789" w:rsidP="002C2A69">
      <w:pPr>
        <w:rPr>
          <w:lang w:val="uk-UA"/>
        </w:rPr>
      </w:pPr>
    </w:p>
    <w:p w:rsidR="00AD1789" w:rsidRDefault="00AD1789" w:rsidP="002C2A6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Про обрання  секретаря </w:t>
      </w:r>
    </w:p>
    <w:p w:rsidR="00AD1789" w:rsidRDefault="00AD1789" w:rsidP="002C2A6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Чернівецької міської ради  VІІ скликання</w:t>
      </w:r>
    </w:p>
    <w:p w:rsidR="00AD1789" w:rsidRDefault="00AD1789" w:rsidP="002C2A69">
      <w:pPr>
        <w:jc w:val="center"/>
        <w:rPr>
          <w:b/>
          <w:bCs/>
          <w:lang w:val="uk-UA"/>
        </w:rPr>
      </w:pPr>
    </w:p>
    <w:p w:rsidR="00AD1789" w:rsidRDefault="00AD1789" w:rsidP="002C2A69">
      <w:pPr>
        <w:rPr>
          <w:lang w:val="uk-UA"/>
        </w:rPr>
      </w:pPr>
    </w:p>
    <w:p w:rsidR="00AD1789" w:rsidRDefault="00AD1789" w:rsidP="002C2A69">
      <w:pPr>
        <w:rPr>
          <w:lang w:val="uk-UA"/>
        </w:rPr>
      </w:pPr>
    </w:p>
    <w:p w:rsidR="00AD1789" w:rsidRDefault="00AD1789" w:rsidP="002C2A69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 xml:space="preserve">Відповідно до статей 26, 50 Закону України «Про місцеве самоврядування в Україні», Чернівецька міська рада </w:t>
      </w:r>
    </w:p>
    <w:p w:rsidR="00AD1789" w:rsidRDefault="00AD1789" w:rsidP="002C2A69">
      <w:pPr>
        <w:rPr>
          <w:lang w:val="uk-UA"/>
        </w:rPr>
      </w:pPr>
    </w:p>
    <w:p w:rsidR="00AD1789" w:rsidRDefault="00AD1789" w:rsidP="002C2A6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Л А:</w:t>
      </w:r>
    </w:p>
    <w:p w:rsidR="00AD1789" w:rsidRDefault="00AD1789" w:rsidP="002C2A69">
      <w:pPr>
        <w:rPr>
          <w:lang w:val="uk-UA"/>
        </w:rPr>
      </w:pPr>
    </w:p>
    <w:p w:rsidR="00AD1789" w:rsidRDefault="00AD1789" w:rsidP="002C2A69">
      <w:pPr>
        <w:pStyle w:val="BodyText"/>
        <w:spacing w:line="360" w:lineRule="auto"/>
      </w:pPr>
      <w:r>
        <w:tab/>
        <w:t xml:space="preserve">Обрати  </w:t>
      </w:r>
      <w:r w:rsidRPr="00006699">
        <w:rPr>
          <w:b/>
          <w:bCs/>
        </w:rPr>
        <w:t xml:space="preserve">ПРОДАНА </w:t>
      </w:r>
      <w:r>
        <w:rPr>
          <w:b/>
          <w:bCs/>
        </w:rPr>
        <w:t xml:space="preserve">Василя Сафроновича </w:t>
      </w:r>
      <w:r>
        <w:t>секретарем  Чернівецької міської ради VІІ скликання.</w:t>
      </w:r>
    </w:p>
    <w:p w:rsidR="00AD1789" w:rsidRDefault="00AD1789" w:rsidP="002C2A69">
      <w:pPr>
        <w:rPr>
          <w:lang w:val="uk-UA"/>
        </w:rPr>
      </w:pPr>
    </w:p>
    <w:p w:rsidR="00AD1789" w:rsidRDefault="00AD1789" w:rsidP="002C2A69">
      <w:pPr>
        <w:rPr>
          <w:lang w:val="uk-UA"/>
        </w:rPr>
      </w:pPr>
    </w:p>
    <w:p w:rsidR="00AD1789" w:rsidRDefault="00AD1789" w:rsidP="002C2A69">
      <w:pPr>
        <w:rPr>
          <w:lang w:val="uk-UA"/>
        </w:rPr>
      </w:pPr>
    </w:p>
    <w:p w:rsidR="00AD1789" w:rsidRDefault="00AD1789" w:rsidP="002C2A69">
      <w:pPr>
        <w:rPr>
          <w:lang w:val="uk-UA"/>
        </w:rPr>
      </w:pPr>
    </w:p>
    <w:p w:rsidR="00AD1789" w:rsidRDefault="00AD1789" w:rsidP="002C2A69">
      <w:pPr>
        <w:pStyle w:val="Heading1"/>
      </w:pPr>
      <w:r>
        <w:t xml:space="preserve">Чернівецький міський голова </w:t>
      </w:r>
      <w:r>
        <w:tab/>
      </w:r>
      <w:r>
        <w:tab/>
      </w:r>
      <w:r>
        <w:tab/>
      </w:r>
      <w:r>
        <w:tab/>
        <w:t xml:space="preserve">            О.Каспрук</w:t>
      </w:r>
    </w:p>
    <w:p w:rsidR="00AD1789" w:rsidRDefault="00AD1789" w:rsidP="00006699">
      <w:pPr>
        <w:rPr>
          <w:lang w:val="uk-UA"/>
        </w:rPr>
      </w:pPr>
    </w:p>
    <w:p w:rsidR="00AD1789" w:rsidRDefault="00AD1789" w:rsidP="00006699">
      <w:pPr>
        <w:rPr>
          <w:lang w:val="uk-UA"/>
        </w:rPr>
      </w:pPr>
    </w:p>
    <w:p w:rsidR="00AD1789" w:rsidRDefault="00AD1789" w:rsidP="00006699">
      <w:pPr>
        <w:rPr>
          <w:lang w:val="uk-UA"/>
        </w:rPr>
      </w:pPr>
    </w:p>
    <w:p w:rsidR="00AD1789" w:rsidRDefault="00AD1789" w:rsidP="00006699">
      <w:pPr>
        <w:rPr>
          <w:lang w:val="uk-UA"/>
        </w:rPr>
      </w:pPr>
    </w:p>
    <w:p w:rsidR="00AD1789" w:rsidRDefault="00AD1789" w:rsidP="00006699">
      <w:pPr>
        <w:rPr>
          <w:lang w:val="uk-UA"/>
        </w:rPr>
      </w:pPr>
    </w:p>
    <w:p w:rsidR="00AD1789" w:rsidRDefault="00AD1789" w:rsidP="00006699">
      <w:pPr>
        <w:rPr>
          <w:lang w:val="uk-UA"/>
        </w:rPr>
      </w:pPr>
    </w:p>
    <w:p w:rsidR="00AD1789" w:rsidRDefault="00AD1789" w:rsidP="00006699">
      <w:pPr>
        <w:rPr>
          <w:lang w:val="uk-UA"/>
        </w:rPr>
      </w:pPr>
    </w:p>
    <w:p w:rsidR="00AD1789" w:rsidRDefault="00AD1789" w:rsidP="00006699">
      <w:pPr>
        <w:rPr>
          <w:lang w:val="uk-UA"/>
        </w:rPr>
      </w:pPr>
    </w:p>
    <w:p w:rsidR="00AD1789" w:rsidRDefault="00AD1789" w:rsidP="00006699">
      <w:pPr>
        <w:rPr>
          <w:lang w:val="uk-UA"/>
        </w:rPr>
      </w:pPr>
    </w:p>
    <w:p w:rsidR="00AD1789" w:rsidRDefault="00AD1789" w:rsidP="00006699">
      <w:pPr>
        <w:rPr>
          <w:lang w:val="uk-UA"/>
        </w:rPr>
      </w:pPr>
    </w:p>
    <w:p w:rsidR="00AD1789" w:rsidRDefault="00AD1789" w:rsidP="00006699">
      <w:pPr>
        <w:rPr>
          <w:lang w:val="uk-UA"/>
        </w:rPr>
      </w:pPr>
    </w:p>
    <w:p w:rsidR="00AD1789" w:rsidRDefault="00AD1789" w:rsidP="00006699">
      <w:pPr>
        <w:rPr>
          <w:lang w:val="uk-UA"/>
        </w:rPr>
      </w:pPr>
    </w:p>
    <w:p w:rsidR="00AD1789" w:rsidRDefault="00AD1789" w:rsidP="00006699">
      <w:pPr>
        <w:rPr>
          <w:lang w:val="uk-UA"/>
        </w:rPr>
      </w:pPr>
    </w:p>
    <w:p w:rsidR="00AD1789" w:rsidRDefault="00AD1789" w:rsidP="00006699">
      <w:pPr>
        <w:rPr>
          <w:lang w:val="uk-UA"/>
        </w:rPr>
      </w:pPr>
    </w:p>
    <w:p w:rsidR="00AD1789" w:rsidRDefault="00AD1789" w:rsidP="00006699">
      <w:pPr>
        <w:rPr>
          <w:lang w:val="uk-UA"/>
        </w:rPr>
      </w:pPr>
    </w:p>
    <w:tbl>
      <w:tblPr>
        <w:tblW w:w="0" w:type="auto"/>
        <w:tblInd w:w="-106" w:type="dxa"/>
        <w:tblLook w:val="00A0"/>
      </w:tblPr>
      <w:tblGrid>
        <w:gridCol w:w="7195"/>
        <w:gridCol w:w="2375"/>
      </w:tblGrid>
      <w:tr w:rsidR="00AD1789" w:rsidRPr="007E7927">
        <w:tc>
          <w:tcPr>
            <w:tcW w:w="7196" w:type="dxa"/>
          </w:tcPr>
          <w:p w:rsidR="00AD1789" w:rsidRDefault="00AD1789" w:rsidP="002B4B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  <w:lang w:val="uk-UA"/>
              </w:rPr>
            </w:pPr>
          </w:p>
          <w:p w:rsidR="00AD1789" w:rsidRDefault="00AD1789" w:rsidP="002B4B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  <w:lang w:val="uk-UA"/>
              </w:rPr>
            </w:pPr>
          </w:p>
          <w:p w:rsidR="00AD1789" w:rsidRDefault="00AD1789" w:rsidP="002B4B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  <w:lang w:val="uk-UA"/>
              </w:rPr>
            </w:pPr>
          </w:p>
          <w:p w:rsidR="00AD1789" w:rsidRPr="007E7927" w:rsidRDefault="00AD1789" w:rsidP="002B4B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7E7927">
              <w:rPr>
                <w:b/>
                <w:bCs/>
                <w:lang w:val="uk-UA"/>
              </w:rPr>
              <w:t>Виконавець:</w:t>
            </w:r>
          </w:p>
        </w:tc>
        <w:tc>
          <w:tcPr>
            <w:tcW w:w="2375" w:type="dxa"/>
          </w:tcPr>
          <w:p w:rsidR="00AD1789" w:rsidRPr="007E7927" w:rsidRDefault="00AD1789" w:rsidP="002B4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AD1789" w:rsidRPr="007E7927">
        <w:tc>
          <w:tcPr>
            <w:tcW w:w="7196" w:type="dxa"/>
          </w:tcPr>
          <w:p w:rsidR="00AD1789" w:rsidRPr="007E7927" w:rsidRDefault="00AD1789" w:rsidP="002B4B9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bCs/>
                <w:lang w:val="uk-UA"/>
              </w:rPr>
            </w:pPr>
          </w:p>
        </w:tc>
        <w:tc>
          <w:tcPr>
            <w:tcW w:w="2375" w:type="dxa"/>
          </w:tcPr>
          <w:p w:rsidR="00AD1789" w:rsidRPr="007E7927" w:rsidRDefault="00AD1789" w:rsidP="002B4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AD1789" w:rsidRPr="007E7927">
        <w:tc>
          <w:tcPr>
            <w:tcW w:w="7196" w:type="dxa"/>
          </w:tcPr>
          <w:p w:rsidR="00AD1789" w:rsidRPr="007E7927" w:rsidRDefault="00AD1789" w:rsidP="002B4B90">
            <w:pPr>
              <w:ind w:right="45"/>
              <w:rPr>
                <w:lang w:val="uk-UA"/>
              </w:rPr>
            </w:pPr>
            <w:r>
              <w:rPr>
                <w:lang w:val="uk-UA"/>
              </w:rPr>
              <w:t>Депутат Чернівецької міської ради</w:t>
            </w:r>
          </w:p>
        </w:tc>
        <w:tc>
          <w:tcPr>
            <w:tcW w:w="2375" w:type="dxa"/>
          </w:tcPr>
          <w:p w:rsidR="00AD1789" w:rsidRPr="007E7927" w:rsidRDefault="00AD1789" w:rsidP="002B4B90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7E7927">
              <w:rPr>
                <w:lang w:val="uk-UA"/>
              </w:rPr>
              <w:t>В.Бешлей</w:t>
            </w:r>
          </w:p>
          <w:p w:rsidR="00AD1789" w:rsidRPr="007E7927" w:rsidRDefault="00AD1789" w:rsidP="00006699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_______2017</w:t>
            </w:r>
          </w:p>
        </w:tc>
      </w:tr>
    </w:tbl>
    <w:p w:rsidR="00AD1789" w:rsidRDefault="00AD1789" w:rsidP="00006699">
      <w:pPr>
        <w:rPr>
          <w:lang w:val="uk-UA"/>
        </w:rPr>
      </w:pPr>
    </w:p>
    <w:p w:rsidR="00AD1789" w:rsidRDefault="00AD1789" w:rsidP="00006699">
      <w:pPr>
        <w:rPr>
          <w:lang w:val="uk-UA"/>
        </w:rPr>
      </w:pPr>
    </w:p>
    <w:p w:rsidR="00AD1789" w:rsidRPr="00006699" w:rsidRDefault="00AD1789" w:rsidP="00006699">
      <w:pPr>
        <w:rPr>
          <w:lang w:val="uk-UA"/>
        </w:rPr>
      </w:pPr>
      <w:bookmarkStart w:id="0" w:name="_GoBack"/>
      <w:bookmarkEnd w:id="0"/>
    </w:p>
    <w:sectPr w:rsidR="00AD1789" w:rsidRPr="00006699" w:rsidSect="0053065D">
      <w:pgSz w:w="11906" w:h="16838"/>
      <w:pgMar w:top="71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A69"/>
    <w:rsid w:val="00006699"/>
    <w:rsid w:val="0021752D"/>
    <w:rsid w:val="002B4B90"/>
    <w:rsid w:val="002C2A69"/>
    <w:rsid w:val="002F5AD4"/>
    <w:rsid w:val="003058F7"/>
    <w:rsid w:val="00306417"/>
    <w:rsid w:val="00375042"/>
    <w:rsid w:val="003C2DD3"/>
    <w:rsid w:val="003E5E81"/>
    <w:rsid w:val="00493153"/>
    <w:rsid w:val="004D2079"/>
    <w:rsid w:val="004E6A10"/>
    <w:rsid w:val="0053065D"/>
    <w:rsid w:val="00615F52"/>
    <w:rsid w:val="0062078D"/>
    <w:rsid w:val="00715449"/>
    <w:rsid w:val="00736D36"/>
    <w:rsid w:val="007A0B14"/>
    <w:rsid w:val="007B6657"/>
    <w:rsid w:val="007E7927"/>
    <w:rsid w:val="007F3A17"/>
    <w:rsid w:val="0080667C"/>
    <w:rsid w:val="00863F21"/>
    <w:rsid w:val="008B4025"/>
    <w:rsid w:val="009B428A"/>
    <w:rsid w:val="009D2CCE"/>
    <w:rsid w:val="00A950B4"/>
    <w:rsid w:val="00AD1789"/>
    <w:rsid w:val="00AD468B"/>
    <w:rsid w:val="00B0208E"/>
    <w:rsid w:val="00B529B3"/>
    <w:rsid w:val="00BE394C"/>
    <w:rsid w:val="00C9338C"/>
    <w:rsid w:val="00CA6846"/>
    <w:rsid w:val="00D10AB7"/>
    <w:rsid w:val="00D708DC"/>
    <w:rsid w:val="00E05D3E"/>
    <w:rsid w:val="00E14112"/>
    <w:rsid w:val="00E656D5"/>
    <w:rsid w:val="00ED7341"/>
    <w:rsid w:val="00F31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A69"/>
    <w:rPr>
      <w:sz w:val="28"/>
      <w:szCs w:val="28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2A69"/>
    <w:pPr>
      <w:keepNext/>
      <w:outlineLvl w:val="0"/>
    </w:pPr>
    <w:rPr>
      <w:b/>
      <w:bCs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2C2A69"/>
    <w:pPr>
      <w:jc w:val="both"/>
    </w:pPr>
    <w:rPr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8"/>
      <w:szCs w:val="28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53065D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103</TotalTime>
  <Pages>2</Pages>
  <Words>363</Words>
  <Characters>207</Characters>
  <Application>Microsoft Office Outlook</Application>
  <DocSecurity>0</DocSecurity>
  <Lines>0</Lines>
  <Paragraphs>0</Paragraphs>
  <ScaleCrop>false</ScaleCrop>
  <Company>rada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1</dc:title>
  <dc:subject/>
  <dc:creator>*</dc:creator>
  <cp:keywords/>
  <dc:description/>
  <cp:lastModifiedBy>Protokl4</cp:lastModifiedBy>
  <cp:revision>3</cp:revision>
  <cp:lastPrinted>2017-11-30T14:55:00Z</cp:lastPrinted>
  <dcterms:created xsi:type="dcterms:W3CDTF">2017-11-30T16:40:00Z</dcterms:created>
  <dcterms:modified xsi:type="dcterms:W3CDTF">2018-01-04T08:07:00Z</dcterms:modified>
</cp:coreProperties>
</file>