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D0" w:rsidRDefault="006759D0" w:rsidP="002637D3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5" o:title=""/>
          </v:shape>
        </w:pict>
      </w:r>
    </w:p>
    <w:p w:rsidR="006759D0" w:rsidRDefault="006759D0" w:rsidP="001D21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6759D0" w:rsidRDefault="006759D0" w:rsidP="001D21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6759D0" w:rsidRDefault="006759D0" w:rsidP="001D21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43</w:t>
      </w:r>
      <w:r>
        <w:rPr>
          <w:b/>
          <w:bCs/>
          <w:sz w:val="32"/>
          <w:szCs w:val="32"/>
        </w:rPr>
        <w:t xml:space="preserve"> 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скликання </w:t>
      </w:r>
    </w:p>
    <w:p w:rsidR="006759D0" w:rsidRDefault="006759D0" w:rsidP="001D21E5">
      <w:pPr>
        <w:pStyle w:val="Heading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759D0" w:rsidRDefault="006759D0" w:rsidP="001D21E5"/>
    <w:p w:rsidR="006759D0" w:rsidRDefault="006759D0" w:rsidP="005757A2">
      <w:pPr>
        <w:jc w:val="both"/>
        <w:rPr>
          <w:b/>
          <w:bCs/>
          <w:i/>
          <w:iCs/>
          <w:u w:val="single"/>
        </w:rPr>
      </w:pPr>
      <w:r>
        <w:rPr>
          <w:sz w:val="28"/>
          <w:szCs w:val="28"/>
        </w:rPr>
        <w:t>23.11.2017 № 962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Чернівці</w:t>
      </w:r>
    </w:p>
    <w:p w:rsidR="006759D0" w:rsidRDefault="006759D0" w:rsidP="001D21E5">
      <w:pPr>
        <w:rPr>
          <w:b/>
          <w:bCs/>
          <w:i/>
          <w:iCs/>
          <w:u w:val="single"/>
        </w:rPr>
      </w:pPr>
    </w:p>
    <w:p w:rsidR="006759D0" w:rsidRPr="002642E8" w:rsidRDefault="006759D0" w:rsidP="002642E8">
      <w:pPr>
        <w:rPr>
          <w:b/>
          <w:bCs/>
          <w:i/>
          <w:iCs/>
          <w:u w:val="single"/>
        </w:rPr>
      </w:pPr>
    </w:p>
    <w:p w:rsidR="006759D0" w:rsidRDefault="006759D0" w:rsidP="007E29D3">
      <w:pPr>
        <w:jc w:val="center"/>
        <w:rPr>
          <w:b/>
          <w:bCs/>
          <w:sz w:val="28"/>
          <w:szCs w:val="28"/>
        </w:rPr>
      </w:pPr>
      <w:r w:rsidRPr="00E233B2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утворення тимчасової контрольної комісії </w:t>
      </w:r>
    </w:p>
    <w:p w:rsidR="006759D0" w:rsidRDefault="006759D0" w:rsidP="007E29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 вивчення ситуації, що склалася в управлінні освіти </w:t>
      </w:r>
    </w:p>
    <w:p w:rsidR="006759D0" w:rsidRDefault="006759D0" w:rsidP="007E29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Чернівецької міської ради</w:t>
      </w:r>
    </w:p>
    <w:p w:rsidR="006759D0" w:rsidRDefault="006759D0" w:rsidP="001D21E5">
      <w:pPr>
        <w:jc w:val="both"/>
        <w:rPr>
          <w:b/>
          <w:bCs/>
          <w:sz w:val="28"/>
          <w:szCs w:val="28"/>
        </w:rPr>
      </w:pPr>
    </w:p>
    <w:p w:rsidR="006759D0" w:rsidRPr="00E233B2" w:rsidRDefault="006759D0" w:rsidP="001D21E5">
      <w:pPr>
        <w:jc w:val="both"/>
        <w:rPr>
          <w:b/>
          <w:bCs/>
          <w:sz w:val="28"/>
          <w:szCs w:val="28"/>
        </w:rPr>
      </w:pPr>
    </w:p>
    <w:p w:rsidR="006759D0" w:rsidRDefault="006759D0" w:rsidP="001D21E5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 26, </w:t>
      </w:r>
      <w:r w:rsidRPr="007E29D3">
        <w:rPr>
          <w:sz w:val="28"/>
          <w:szCs w:val="28"/>
        </w:rPr>
        <w:t xml:space="preserve">48 </w:t>
      </w:r>
      <w:r>
        <w:rPr>
          <w:sz w:val="28"/>
          <w:szCs w:val="28"/>
        </w:rPr>
        <w:t xml:space="preserve">Закону України «Про місцеве самоврядування в Україні»,  звернення  мешканців м. Чернівців щодо ситуації, яка склалася в управлінні освіти, Чернівецька міська рада </w:t>
      </w:r>
    </w:p>
    <w:p w:rsidR="006759D0" w:rsidRPr="002642E8" w:rsidRDefault="006759D0" w:rsidP="001D21E5">
      <w:pPr>
        <w:spacing w:before="120"/>
        <w:ind w:firstLine="709"/>
        <w:jc w:val="both"/>
        <w:rPr>
          <w:sz w:val="16"/>
          <w:szCs w:val="16"/>
        </w:rPr>
      </w:pPr>
    </w:p>
    <w:p w:rsidR="006759D0" w:rsidRDefault="006759D0" w:rsidP="001D21E5">
      <w:pPr>
        <w:spacing w:before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6759D0" w:rsidRPr="002642E8" w:rsidRDefault="006759D0" w:rsidP="001D21E5">
      <w:pPr>
        <w:spacing w:before="120"/>
        <w:ind w:firstLine="709"/>
        <w:jc w:val="center"/>
        <w:rPr>
          <w:b/>
          <w:bCs/>
        </w:rPr>
      </w:pPr>
    </w:p>
    <w:p w:rsidR="006759D0" w:rsidRDefault="006759D0" w:rsidP="001D21E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  Створити</w:t>
      </w:r>
      <w:r w:rsidRPr="007E29D3">
        <w:t xml:space="preserve"> </w:t>
      </w:r>
      <w:r w:rsidRPr="00EF4882">
        <w:rPr>
          <w:sz w:val="28"/>
          <w:szCs w:val="28"/>
        </w:rPr>
        <w:t>т</w:t>
      </w:r>
      <w:r w:rsidRPr="007E29D3">
        <w:rPr>
          <w:sz w:val="28"/>
          <w:szCs w:val="28"/>
        </w:rPr>
        <w:t>имчасов</w:t>
      </w:r>
      <w:r>
        <w:rPr>
          <w:sz w:val="28"/>
          <w:szCs w:val="28"/>
        </w:rPr>
        <w:t>у</w:t>
      </w:r>
      <w:r w:rsidRPr="007E29D3">
        <w:rPr>
          <w:sz w:val="28"/>
          <w:szCs w:val="28"/>
        </w:rPr>
        <w:t xml:space="preserve"> контрольн</w:t>
      </w:r>
      <w:r>
        <w:rPr>
          <w:sz w:val="28"/>
          <w:szCs w:val="28"/>
        </w:rPr>
        <w:t xml:space="preserve">у  </w:t>
      </w:r>
      <w:r w:rsidRPr="007E29D3">
        <w:rPr>
          <w:sz w:val="28"/>
          <w:szCs w:val="28"/>
        </w:rPr>
        <w:t>комісі</w:t>
      </w:r>
      <w:r>
        <w:rPr>
          <w:sz w:val="28"/>
          <w:szCs w:val="28"/>
        </w:rPr>
        <w:t>ю  ради</w:t>
      </w:r>
      <w:r w:rsidRPr="007E29D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E29D3">
        <w:rPr>
          <w:sz w:val="28"/>
          <w:szCs w:val="28"/>
        </w:rPr>
        <w:t xml:space="preserve"> вивченн</w:t>
      </w:r>
      <w:r>
        <w:rPr>
          <w:sz w:val="28"/>
          <w:szCs w:val="28"/>
        </w:rPr>
        <w:t>я</w:t>
      </w:r>
      <w:r w:rsidRPr="007E29D3">
        <w:rPr>
          <w:sz w:val="28"/>
          <w:szCs w:val="28"/>
        </w:rPr>
        <w:t xml:space="preserve"> ситуації, </w:t>
      </w:r>
      <w:r>
        <w:rPr>
          <w:sz w:val="28"/>
          <w:szCs w:val="28"/>
        </w:rPr>
        <w:t xml:space="preserve"> </w:t>
      </w:r>
      <w:r w:rsidRPr="007E29D3">
        <w:rPr>
          <w:sz w:val="28"/>
          <w:szCs w:val="28"/>
        </w:rPr>
        <w:t xml:space="preserve">що склалася в </w:t>
      </w:r>
      <w:r>
        <w:rPr>
          <w:sz w:val="28"/>
          <w:szCs w:val="28"/>
        </w:rPr>
        <w:t>у</w:t>
      </w:r>
      <w:r w:rsidRPr="007E29D3">
        <w:rPr>
          <w:sz w:val="28"/>
          <w:szCs w:val="28"/>
        </w:rPr>
        <w:t>правлінн</w:t>
      </w:r>
      <w:r>
        <w:rPr>
          <w:sz w:val="28"/>
          <w:szCs w:val="28"/>
        </w:rPr>
        <w:t>і</w:t>
      </w:r>
      <w:r w:rsidRPr="007E29D3">
        <w:rPr>
          <w:sz w:val="28"/>
          <w:szCs w:val="28"/>
        </w:rPr>
        <w:t xml:space="preserve"> освіти</w:t>
      </w:r>
      <w:r>
        <w:rPr>
          <w:sz w:val="28"/>
          <w:szCs w:val="28"/>
        </w:rPr>
        <w:t xml:space="preserve"> Чернівецької міської ради в складі депутатів згідно з додатком. </w:t>
      </w:r>
    </w:p>
    <w:p w:rsidR="006759D0" w:rsidRDefault="006759D0" w:rsidP="00F3515C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>Організацію виконання цього рішення покласти на начальника загального відділу та Чернівецького міського голову.</w:t>
      </w:r>
    </w:p>
    <w:p w:rsidR="006759D0" w:rsidRDefault="006759D0" w:rsidP="001D21E5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6759D0" w:rsidRPr="007E29D3" w:rsidRDefault="006759D0" w:rsidP="007E29D3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 </w:t>
      </w:r>
      <w:r>
        <w:rPr>
          <w:sz w:val="28"/>
          <w:szCs w:val="28"/>
        </w:rPr>
        <w:t>Контроль за виконанням рішення покласти на постійну комісію міської ради з</w:t>
      </w:r>
      <w:r w:rsidRPr="007E29D3">
        <w:rPr>
          <w:sz w:val="28"/>
          <w:szCs w:val="28"/>
        </w:rPr>
        <w:t xml:space="preserve"> питань гуманітарної політики</w:t>
      </w:r>
      <w:r>
        <w:rPr>
          <w:sz w:val="28"/>
          <w:szCs w:val="28"/>
        </w:rPr>
        <w:t>.</w:t>
      </w:r>
    </w:p>
    <w:p w:rsidR="006759D0" w:rsidRPr="007E29D3" w:rsidRDefault="006759D0" w:rsidP="007E29D3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</w:p>
    <w:p w:rsidR="006759D0" w:rsidRDefault="006759D0" w:rsidP="001D21E5">
      <w:pPr>
        <w:rPr>
          <w:b/>
          <w:bCs/>
          <w:sz w:val="28"/>
          <w:szCs w:val="28"/>
        </w:rPr>
      </w:pPr>
    </w:p>
    <w:p w:rsidR="006759D0" w:rsidRDefault="006759D0" w:rsidP="001D21E5">
      <w:pPr>
        <w:rPr>
          <w:b/>
          <w:bCs/>
          <w:sz w:val="28"/>
          <w:szCs w:val="28"/>
        </w:rPr>
      </w:pPr>
    </w:p>
    <w:p w:rsidR="006759D0" w:rsidRDefault="006759D0" w:rsidP="001D21E5">
      <w:pPr>
        <w:rPr>
          <w:b/>
          <w:bCs/>
          <w:sz w:val="28"/>
          <w:szCs w:val="28"/>
        </w:rPr>
      </w:pPr>
    </w:p>
    <w:p w:rsidR="006759D0" w:rsidRDefault="006759D0" w:rsidP="001D21E5">
      <w:pPr>
        <w:rPr>
          <w:b/>
          <w:bCs/>
          <w:sz w:val="28"/>
          <w:szCs w:val="28"/>
        </w:rPr>
      </w:pPr>
    </w:p>
    <w:p w:rsidR="006759D0" w:rsidRDefault="006759D0" w:rsidP="001D21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6759D0" w:rsidRDefault="006759D0" w:rsidP="00B969AE">
      <w:pPr>
        <w:jc w:val="both"/>
        <w:rPr>
          <w:b/>
          <w:bCs/>
          <w:sz w:val="28"/>
          <w:szCs w:val="28"/>
        </w:rPr>
      </w:pPr>
    </w:p>
    <w:p w:rsidR="006759D0" w:rsidRDefault="006759D0" w:rsidP="00B969AE">
      <w:pPr>
        <w:jc w:val="both"/>
        <w:rPr>
          <w:b/>
          <w:bCs/>
          <w:sz w:val="28"/>
          <w:szCs w:val="28"/>
        </w:rPr>
      </w:pPr>
    </w:p>
    <w:p w:rsidR="006759D0" w:rsidRDefault="006759D0" w:rsidP="00B969AE">
      <w:pPr>
        <w:jc w:val="both"/>
        <w:rPr>
          <w:b/>
          <w:bCs/>
          <w:sz w:val="28"/>
          <w:szCs w:val="28"/>
        </w:rPr>
      </w:pPr>
    </w:p>
    <w:p w:rsidR="006759D0" w:rsidRDefault="006759D0" w:rsidP="00B969AE">
      <w:pPr>
        <w:jc w:val="both"/>
        <w:rPr>
          <w:b/>
          <w:bCs/>
          <w:sz w:val="28"/>
          <w:szCs w:val="28"/>
        </w:rPr>
      </w:pPr>
    </w:p>
    <w:p w:rsidR="006759D0" w:rsidRDefault="006759D0" w:rsidP="00B969AE">
      <w:pPr>
        <w:jc w:val="both"/>
        <w:rPr>
          <w:b/>
          <w:bCs/>
          <w:sz w:val="28"/>
          <w:szCs w:val="28"/>
        </w:rPr>
      </w:pPr>
    </w:p>
    <w:p w:rsidR="006759D0" w:rsidRPr="00A05844" w:rsidRDefault="006759D0" w:rsidP="00A05844">
      <w:pPr>
        <w:ind w:left="5664" w:firstLine="708"/>
        <w:rPr>
          <w:b/>
          <w:bCs/>
          <w:sz w:val="28"/>
          <w:szCs w:val="28"/>
        </w:rPr>
      </w:pPr>
      <w:r w:rsidRPr="00A05844">
        <w:rPr>
          <w:b/>
          <w:bCs/>
          <w:sz w:val="28"/>
          <w:szCs w:val="28"/>
        </w:rPr>
        <w:t xml:space="preserve">Додаток </w:t>
      </w:r>
    </w:p>
    <w:p w:rsidR="006759D0" w:rsidRPr="00A05844" w:rsidRDefault="006759D0" w:rsidP="00A05844">
      <w:pPr>
        <w:ind w:left="4962"/>
        <w:rPr>
          <w:b/>
          <w:bCs/>
          <w:sz w:val="28"/>
          <w:szCs w:val="28"/>
        </w:rPr>
      </w:pPr>
      <w:r w:rsidRPr="00A05844">
        <w:rPr>
          <w:b/>
          <w:bCs/>
          <w:sz w:val="28"/>
          <w:szCs w:val="28"/>
        </w:rPr>
        <w:t xml:space="preserve">   </w:t>
      </w:r>
      <w:r w:rsidRPr="00A05844">
        <w:rPr>
          <w:b/>
          <w:bCs/>
          <w:sz w:val="28"/>
          <w:szCs w:val="28"/>
        </w:rPr>
        <w:tab/>
      </w:r>
      <w:r w:rsidRPr="00A05844">
        <w:rPr>
          <w:b/>
          <w:bCs/>
          <w:sz w:val="28"/>
          <w:szCs w:val="28"/>
        </w:rPr>
        <w:tab/>
        <w:t xml:space="preserve">до рішення міської ради </w:t>
      </w:r>
    </w:p>
    <w:p w:rsidR="006759D0" w:rsidRPr="00A05844" w:rsidRDefault="006759D0" w:rsidP="00A05844">
      <w:pPr>
        <w:ind w:left="4962"/>
        <w:rPr>
          <w:b/>
          <w:bCs/>
          <w:sz w:val="28"/>
          <w:szCs w:val="28"/>
        </w:rPr>
      </w:pPr>
      <w:r w:rsidRPr="00A05844">
        <w:rPr>
          <w:b/>
          <w:bCs/>
          <w:sz w:val="28"/>
          <w:szCs w:val="28"/>
        </w:rPr>
        <w:tab/>
      </w:r>
      <w:r w:rsidRPr="00A05844">
        <w:rPr>
          <w:b/>
          <w:bCs/>
          <w:sz w:val="28"/>
          <w:szCs w:val="28"/>
        </w:rPr>
        <w:tab/>
        <w:t xml:space="preserve">VІІ скликання </w:t>
      </w:r>
    </w:p>
    <w:p w:rsidR="006759D0" w:rsidRPr="00A05844" w:rsidRDefault="006759D0" w:rsidP="00A05844">
      <w:pPr>
        <w:ind w:left="4962"/>
        <w:rPr>
          <w:b/>
          <w:bCs/>
          <w:sz w:val="28"/>
          <w:szCs w:val="28"/>
        </w:rPr>
      </w:pPr>
      <w:r w:rsidRPr="00A05844">
        <w:rPr>
          <w:b/>
          <w:bCs/>
          <w:sz w:val="28"/>
          <w:szCs w:val="28"/>
        </w:rPr>
        <w:t xml:space="preserve"> </w:t>
      </w:r>
      <w:r w:rsidRPr="00A05844">
        <w:rPr>
          <w:b/>
          <w:bCs/>
          <w:sz w:val="28"/>
          <w:szCs w:val="28"/>
        </w:rPr>
        <w:tab/>
      </w:r>
      <w:r w:rsidRPr="00A05844">
        <w:rPr>
          <w:b/>
          <w:bCs/>
          <w:sz w:val="28"/>
          <w:szCs w:val="28"/>
        </w:rPr>
        <w:tab/>
        <w:t>23.11.2017 №</w:t>
      </w:r>
      <w:r>
        <w:rPr>
          <w:b/>
          <w:bCs/>
          <w:sz w:val="28"/>
          <w:szCs w:val="28"/>
        </w:rPr>
        <w:t>962</w:t>
      </w:r>
    </w:p>
    <w:p w:rsidR="006759D0" w:rsidRDefault="006759D0" w:rsidP="007E29D3">
      <w:pPr>
        <w:jc w:val="right"/>
        <w:rPr>
          <w:sz w:val="28"/>
          <w:szCs w:val="28"/>
        </w:rPr>
      </w:pPr>
    </w:p>
    <w:p w:rsidR="006759D0" w:rsidRDefault="006759D0" w:rsidP="007E29D3">
      <w:pPr>
        <w:jc w:val="both"/>
        <w:rPr>
          <w:sz w:val="28"/>
          <w:szCs w:val="28"/>
        </w:rPr>
      </w:pPr>
    </w:p>
    <w:p w:rsidR="006759D0" w:rsidRDefault="006759D0" w:rsidP="007E29D3">
      <w:pPr>
        <w:jc w:val="both"/>
        <w:rPr>
          <w:sz w:val="28"/>
          <w:szCs w:val="28"/>
        </w:rPr>
      </w:pPr>
    </w:p>
    <w:p w:rsidR="006759D0" w:rsidRDefault="006759D0" w:rsidP="005973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Склад  тимчасової контрольної комісії  ради</w:t>
      </w:r>
    </w:p>
    <w:p w:rsidR="006759D0" w:rsidRDefault="006759D0" w:rsidP="005973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 вивчення ситуації, що склалася в управлінні освіти </w:t>
      </w:r>
    </w:p>
    <w:p w:rsidR="006759D0" w:rsidRDefault="006759D0" w:rsidP="005973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Чернівецької міської ради</w:t>
      </w:r>
    </w:p>
    <w:p w:rsidR="006759D0" w:rsidRDefault="006759D0" w:rsidP="005973C0">
      <w:pPr>
        <w:jc w:val="center"/>
        <w:rPr>
          <w:b/>
          <w:bCs/>
          <w:sz w:val="28"/>
          <w:szCs w:val="28"/>
        </w:rPr>
      </w:pPr>
    </w:p>
    <w:p w:rsidR="006759D0" w:rsidRDefault="006759D0" w:rsidP="005973C0">
      <w:pPr>
        <w:jc w:val="center"/>
        <w:rPr>
          <w:b/>
          <w:bCs/>
          <w:sz w:val="28"/>
          <w:szCs w:val="28"/>
        </w:rPr>
      </w:pPr>
    </w:p>
    <w:p w:rsidR="006759D0" w:rsidRPr="005973C0" w:rsidRDefault="006759D0" w:rsidP="005973C0">
      <w:pPr>
        <w:jc w:val="center"/>
        <w:rPr>
          <w:b/>
          <w:bCs/>
          <w:sz w:val="28"/>
          <w:szCs w:val="28"/>
        </w:rPr>
      </w:pPr>
    </w:p>
    <w:p w:rsidR="006759D0" w:rsidRDefault="006759D0" w:rsidP="007E29D3">
      <w:pPr>
        <w:jc w:val="both"/>
        <w:rPr>
          <w:sz w:val="28"/>
          <w:szCs w:val="28"/>
        </w:rPr>
      </w:pPr>
      <w:r w:rsidRPr="005973C0">
        <w:rPr>
          <w:b/>
          <w:bCs/>
          <w:sz w:val="28"/>
          <w:szCs w:val="28"/>
        </w:rPr>
        <w:t>Голова комісії:</w:t>
      </w:r>
      <w:r>
        <w:rPr>
          <w:sz w:val="28"/>
          <w:szCs w:val="28"/>
        </w:rPr>
        <w:t xml:space="preserve">   Гончарюк Іван Дмитрович</w:t>
      </w:r>
    </w:p>
    <w:p w:rsidR="006759D0" w:rsidRDefault="006759D0" w:rsidP="007E29D3">
      <w:pPr>
        <w:jc w:val="both"/>
        <w:rPr>
          <w:sz w:val="28"/>
          <w:szCs w:val="28"/>
        </w:rPr>
      </w:pPr>
    </w:p>
    <w:p w:rsidR="006759D0" w:rsidRDefault="006759D0" w:rsidP="007E29D3">
      <w:pPr>
        <w:jc w:val="both"/>
        <w:rPr>
          <w:sz w:val="28"/>
          <w:szCs w:val="28"/>
        </w:rPr>
      </w:pPr>
    </w:p>
    <w:p w:rsidR="006759D0" w:rsidRDefault="006759D0" w:rsidP="00A05844">
      <w:pPr>
        <w:spacing w:after="1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Члени</w:t>
      </w:r>
      <w:r w:rsidRPr="005973C0">
        <w:rPr>
          <w:b/>
          <w:bCs/>
          <w:sz w:val="28"/>
          <w:szCs w:val="28"/>
        </w:rPr>
        <w:t xml:space="preserve"> комісії:</w:t>
      </w:r>
      <w:r>
        <w:rPr>
          <w:sz w:val="28"/>
          <w:szCs w:val="28"/>
        </w:rPr>
        <w:tab/>
        <w:t>Бешлей Володимир Васильович</w:t>
      </w:r>
    </w:p>
    <w:p w:rsidR="006759D0" w:rsidRDefault="006759D0" w:rsidP="00A05844">
      <w:pPr>
        <w:spacing w:after="120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Білик Ростислав Романович </w:t>
      </w:r>
    </w:p>
    <w:p w:rsidR="006759D0" w:rsidRDefault="006759D0" w:rsidP="00A05844">
      <w:pPr>
        <w:spacing w:after="120"/>
        <w:jc w:val="both"/>
        <w:rPr>
          <w:sz w:val="28"/>
          <w:szCs w:val="28"/>
        </w:rPr>
      </w:pPr>
      <w:r w:rsidRPr="005973C0">
        <w:rPr>
          <w:sz w:val="28"/>
          <w:szCs w:val="28"/>
        </w:rPr>
        <w:tab/>
      </w:r>
      <w:r w:rsidRPr="005973C0">
        <w:rPr>
          <w:sz w:val="28"/>
          <w:szCs w:val="28"/>
        </w:rPr>
        <w:tab/>
      </w:r>
      <w:r w:rsidRPr="005973C0">
        <w:rPr>
          <w:sz w:val="28"/>
          <w:szCs w:val="28"/>
        </w:rPr>
        <w:tab/>
      </w:r>
      <w:r>
        <w:rPr>
          <w:sz w:val="28"/>
          <w:szCs w:val="28"/>
        </w:rPr>
        <w:t>Греков Сергій Анатолійович</w:t>
      </w:r>
    </w:p>
    <w:p w:rsidR="006759D0" w:rsidRDefault="006759D0" w:rsidP="00A05844">
      <w:pPr>
        <w:spacing w:after="120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Ковалюк Богдан Іванович</w:t>
      </w:r>
    </w:p>
    <w:p w:rsidR="006759D0" w:rsidRDefault="006759D0" w:rsidP="00A05844">
      <w:pPr>
        <w:spacing w:after="120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Петришин Ярослав Романович</w:t>
      </w:r>
    </w:p>
    <w:p w:rsidR="006759D0" w:rsidRDefault="006759D0" w:rsidP="00A05844">
      <w:pPr>
        <w:spacing w:after="120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Сорохан Любов Григорівна </w:t>
      </w:r>
    </w:p>
    <w:p w:rsidR="006759D0" w:rsidRPr="005973C0" w:rsidRDefault="006759D0" w:rsidP="00A05844">
      <w:pPr>
        <w:spacing w:after="120"/>
        <w:ind w:left="1416" w:firstLine="708"/>
        <w:jc w:val="both"/>
        <w:rPr>
          <w:sz w:val="28"/>
          <w:szCs w:val="28"/>
        </w:rPr>
      </w:pPr>
      <w:r w:rsidRPr="005973C0">
        <w:rPr>
          <w:sz w:val="28"/>
          <w:szCs w:val="28"/>
        </w:rPr>
        <w:t xml:space="preserve">Цуркан </w:t>
      </w:r>
      <w:r>
        <w:rPr>
          <w:sz w:val="28"/>
          <w:szCs w:val="28"/>
        </w:rPr>
        <w:t>Юлія Тодорівна</w:t>
      </w:r>
    </w:p>
    <w:p w:rsidR="006759D0" w:rsidRDefault="006759D0" w:rsidP="00A05844">
      <w:pPr>
        <w:spacing w:after="1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6759D0" w:rsidRDefault="006759D0" w:rsidP="00C93470">
      <w:pPr>
        <w:rPr>
          <w:b/>
          <w:bCs/>
          <w:sz w:val="28"/>
          <w:szCs w:val="28"/>
        </w:rPr>
      </w:pPr>
    </w:p>
    <w:p w:rsidR="006759D0" w:rsidRDefault="006759D0" w:rsidP="005E2AE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6759D0" w:rsidRDefault="006759D0" w:rsidP="0074268F">
      <w:pPr>
        <w:jc w:val="both"/>
        <w:rPr>
          <w:b/>
          <w:bCs/>
          <w:sz w:val="28"/>
          <w:szCs w:val="28"/>
        </w:rPr>
      </w:pPr>
    </w:p>
    <w:p w:rsidR="006759D0" w:rsidRDefault="006759D0" w:rsidP="0074268F">
      <w:pPr>
        <w:jc w:val="both"/>
        <w:rPr>
          <w:b/>
          <w:bCs/>
          <w:sz w:val="28"/>
          <w:szCs w:val="28"/>
        </w:rPr>
      </w:pPr>
    </w:p>
    <w:p w:rsidR="006759D0" w:rsidRPr="0074268F" w:rsidRDefault="006759D0" w:rsidP="0074268F">
      <w:pPr>
        <w:jc w:val="both"/>
        <w:rPr>
          <w:sz w:val="28"/>
          <w:szCs w:val="28"/>
        </w:rPr>
      </w:pPr>
    </w:p>
    <w:sectPr w:rsidR="006759D0" w:rsidRPr="0074268F" w:rsidSect="002642E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21E5"/>
    <w:rsid w:val="00047921"/>
    <w:rsid w:val="00053D47"/>
    <w:rsid w:val="000E220F"/>
    <w:rsid w:val="000E541E"/>
    <w:rsid w:val="001A2E45"/>
    <w:rsid w:val="001A4674"/>
    <w:rsid w:val="001D21E5"/>
    <w:rsid w:val="002232BF"/>
    <w:rsid w:val="00262353"/>
    <w:rsid w:val="002637D3"/>
    <w:rsid w:val="002642E8"/>
    <w:rsid w:val="002E733E"/>
    <w:rsid w:val="00302304"/>
    <w:rsid w:val="0031545E"/>
    <w:rsid w:val="003C312E"/>
    <w:rsid w:val="003F7E78"/>
    <w:rsid w:val="00403629"/>
    <w:rsid w:val="004061AD"/>
    <w:rsid w:val="004636A4"/>
    <w:rsid w:val="00511A69"/>
    <w:rsid w:val="005757A2"/>
    <w:rsid w:val="005973C0"/>
    <w:rsid w:val="005E2652"/>
    <w:rsid w:val="005E2AE7"/>
    <w:rsid w:val="005F5A9D"/>
    <w:rsid w:val="005F7A1D"/>
    <w:rsid w:val="00666097"/>
    <w:rsid w:val="006759D0"/>
    <w:rsid w:val="0071756E"/>
    <w:rsid w:val="007232CD"/>
    <w:rsid w:val="007330EF"/>
    <w:rsid w:val="0074268F"/>
    <w:rsid w:val="00742FBB"/>
    <w:rsid w:val="0077748B"/>
    <w:rsid w:val="007B18FA"/>
    <w:rsid w:val="007B3025"/>
    <w:rsid w:val="007B659B"/>
    <w:rsid w:val="007B7D35"/>
    <w:rsid w:val="007E29D3"/>
    <w:rsid w:val="007E3AC8"/>
    <w:rsid w:val="008058DF"/>
    <w:rsid w:val="0089164D"/>
    <w:rsid w:val="0089183C"/>
    <w:rsid w:val="008A03DC"/>
    <w:rsid w:val="008C7C9C"/>
    <w:rsid w:val="00914F7B"/>
    <w:rsid w:val="00977E82"/>
    <w:rsid w:val="009F260F"/>
    <w:rsid w:val="00A05844"/>
    <w:rsid w:val="00A13114"/>
    <w:rsid w:val="00A413D1"/>
    <w:rsid w:val="00AF07BE"/>
    <w:rsid w:val="00AF5F8A"/>
    <w:rsid w:val="00B70018"/>
    <w:rsid w:val="00B82096"/>
    <w:rsid w:val="00B86E6A"/>
    <w:rsid w:val="00B969AE"/>
    <w:rsid w:val="00BA771D"/>
    <w:rsid w:val="00BC2D33"/>
    <w:rsid w:val="00BD1672"/>
    <w:rsid w:val="00C06016"/>
    <w:rsid w:val="00C8570E"/>
    <w:rsid w:val="00C93470"/>
    <w:rsid w:val="00CA22E9"/>
    <w:rsid w:val="00D373CE"/>
    <w:rsid w:val="00E233B2"/>
    <w:rsid w:val="00E55346"/>
    <w:rsid w:val="00E8011B"/>
    <w:rsid w:val="00E94FD6"/>
    <w:rsid w:val="00ED0FEC"/>
    <w:rsid w:val="00EF4882"/>
    <w:rsid w:val="00F07B6A"/>
    <w:rsid w:val="00F07DAC"/>
    <w:rsid w:val="00F1690D"/>
    <w:rsid w:val="00F3515C"/>
    <w:rsid w:val="00F41447"/>
    <w:rsid w:val="00F546F1"/>
    <w:rsid w:val="00F57716"/>
    <w:rsid w:val="00F70191"/>
    <w:rsid w:val="00F828CA"/>
    <w:rsid w:val="00F93779"/>
    <w:rsid w:val="00FC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D21E5"/>
    <w:rPr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NoSpacingChar">
    <w:name w:val="No Spacing Char"/>
    <w:basedOn w:val="DefaultParagraphFont"/>
    <w:link w:val="NoSpacing1"/>
    <w:uiPriority w:val="99"/>
    <w:locked/>
    <w:rsid w:val="005F5A9D"/>
    <w:rPr>
      <w:rFonts w:ascii="Calibri" w:hAnsi="Calibri" w:cs="Calibri"/>
      <w:sz w:val="22"/>
      <w:szCs w:val="22"/>
      <w:lang w:val="ru-RU" w:eastAsia="ru-RU"/>
    </w:rPr>
  </w:style>
  <w:style w:type="paragraph" w:customStyle="1" w:styleId="NoSpacing1">
    <w:name w:val="No Spacing1"/>
    <w:link w:val="NoSpacingChar"/>
    <w:uiPriority w:val="99"/>
    <w:rsid w:val="005F5A9D"/>
    <w:rPr>
      <w:rFonts w:ascii="Calibri" w:hAnsi="Calibri" w:cs="Calibri"/>
      <w:lang w:val="ru-RU" w:eastAsia="ru-RU"/>
    </w:rPr>
  </w:style>
  <w:style w:type="character" w:styleId="Emphasis">
    <w:name w:val="Emphasis"/>
    <w:basedOn w:val="DefaultParagraphFont"/>
    <w:uiPriority w:val="99"/>
    <w:qFormat/>
    <w:rsid w:val="005F5A9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263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637D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1019</Words>
  <Characters>581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Protokl4</cp:lastModifiedBy>
  <cp:revision>3</cp:revision>
  <cp:lastPrinted>2017-11-28T09:09:00Z</cp:lastPrinted>
  <dcterms:created xsi:type="dcterms:W3CDTF">2017-11-28T09:13:00Z</dcterms:created>
  <dcterms:modified xsi:type="dcterms:W3CDTF">2017-12-19T10:32:00Z</dcterms:modified>
</cp:coreProperties>
</file>